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5DFE6" w14:textId="685AF7B2" w:rsidR="007B68E5" w:rsidRPr="007951FC" w:rsidRDefault="00F2352A" w:rsidP="00264077">
      <w:pPr>
        <w:spacing w:after="0"/>
        <w:ind w:left="1620"/>
        <w:jc w:val="both"/>
        <w:rPr>
          <w:rFonts w:ascii="Didot LT Std" w:hAnsi="Didot LT Std"/>
          <w:i/>
          <w:sz w:val="24"/>
          <w:szCs w:val="24"/>
        </w:rPr>
      </w:pPr>
      <w:r w:rsidRPr="007951FC">
        <w:rPr>
          <w:rFonts w:ascii="Didot LT Std" w:hAnsi="Didot LT Std"/>
          <w:i/>
          <w:noProof/>
          <w:sz w:val="28"/>
          <w:szCs w:val="28"/>
          <w:lang w:eastAsia="en-GB"/>
        </w:rPr>
        <mc:AlternateContent>
          <mc:Choice Requires="wps">
            <w:drawing>
              <wp:anchor distT="0" distB="0" distL="114300" distR="114300" simplePos="0" relativeHeight="251667456" behindDoc="0" locked="0" layoutInCell="1" allowOverlap="1" wp14:anchorId="4F13C934" wp14:editId="451AB532">
                <wp:simplePos x="0" y="0"/>
                <wp:positionH relativeFrom="column">
                  <wp:posOffset>-361950</wp:posOffset>
                </wp:positionH>
                <wp:positionV relativeFrom="paragraph">
                  <wp:posOffset>252095</wp:posOffset>
                </wp:positionV>
                <wp:extent cx="1466850" cy="1562100"/>
                <wp:effectExtent l="0" t="0" r="0" b="0"/>
                <wp:wrapNone/>
                <wp:docPr id="2" name="Text Box 2"/>
                <wp:cNvGraphicFramePr/>
                <a:graphic xmlns:a="http://schemas.openxmlformats.org/drawingml/2006/main">
                  <a:graphicData uri="http://schemas.microsoft.com/office/word/2010/wordprocessingShape">
                    <wps:wsp>
                      <wps:cNvSpPr txBox="1"/>
                      <wps:spPr>
                        <a:xfrm>
                          <a:off x="0" y="0"/>
                          <a:ext cx="1466850" cy="1562100"/>
                        </a:xfrm>
                        <a:prstGeom prst="rect">
                          <a:avLst/>
                        </a:prstGeom>
                        <a:solidFill>
                          <a:schemeClr val="lt1"/>
                        </a:solidFill>
                        <a:ln w="6350">
                          <a:noFill/>
                        </a:ln>
                      </wps:spPr>
                      <wps:txbx>
                        <w:txbxContent>
                          <w:p w14:paraId="005BCB59" w14:textId="77777777" w:rsidR="0017377D" w:rsidRDefault="0017377D" w:rsidP="00956ED8"/>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F13C934" id="_x0000_t202" coordsize="21600,21600" o:spt="202" path="m,l,21600r21600,l21600,xe">
                <v:stroke joinstyle="miter"/>
                <v:path gradientshapeok="t" o:connecttype="rect"/>
              </v:shapetype>
              <v:shape id="Text Box 2" o:spid="_x0000_s1026" type="#_x0000_t202" style="position:absolute;left:0;text-align:left;margin-left:-28.5pt;margin-top:19.85pt;width:115.5pt;height:123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" fillcolor="white [3201]" stroked="f" strokeweight=".5pt">
                <v:textbox style="mso-fit-shape-to-text:t">
                  <w:txbxContent>
                    <w:p w14:paraId="005BCB59" w14:textId="77777777" w:rsidR="0017377D" w:rsidRDefault="0017377D" w:rsidP="00956ED8"/>
                  </w:txbxContent>
                </v:textbox>
              </v:shape>
            </w:pict>
          </mc:Fallback>
        </mc:AlternateContent>
      </w:r>
      <w:r w:rsidR="00157AD2" w:rsidRPr="007951FC">
        <w:rPr>
          <w:rFonts w:ascii="Didot LT Std" w:hAnsi="Didot LT Std"/>
          <w:b/>
          <w:sz w:val="36"/>
          <w:szCs w:val="36"/>
        </w:rPr>
        <w:t>J</w:t>
      </w:r>
      <w:r w:rsidR="007845E5">
        <w:rPr>
          <w:rFonts w:ascii="Didot LT Std" w:hAnsi="Didot LT Std"/>
          <w:b/>
          <w:sz w:val="36"/>
          <w:szCs w:val="36"/>
        </w:rPr>
        <w:t>OHN ELIOT GARDINER</w:t>
      </w:r>
      <w:r w:rsidR="007B68E5" w:rsidRPr="007951FC">
        <w:rPr>
          <w:rFonts w:ascii="Didot LT Std" w:hAnsi="Didot LT Std"/>
          <w:b/>
          <w:sz w:val="20"/>
          <w:szCs w:val="20"/>
        </w:rPr>
        <w:t xml:space="preserve"> </w:t>
      </w:r>
    </w:p>
    <w:p w14:paraId="15F182C5" w14:textId="42A4C6CC" w:rsidR="007B68E5" w:rsidRPr="007951FC" w:rsidRDefault="007B68E5" w:rsidP="00264077">
      <w:pPr>
        <w:spacing w:after="0" w:line="276" w:lineRule="auto"/>
        <w:jc w:val="both"/>
        <w:rPr>
          <w:rFonts w:ascii="Quasimoda" w:hAnsi="Quasimoda"/>
          <w:b/>
          <w:sz w:val="20"/>
          <w:szCs w:val="20"/>
        </w:rPr>
      </w:pPr>
      <w:r w:rsidRPr="007951FC">
        <w:rPr>
          <w:rFonts w:ascii="Quasimoda" w:hAnsi="Quasimoda"/>
          <w:b/>
          <w:sz w:val="20"/>
          <w:szCs w:val="20"/>
        </w:rPr>
        <w:t xml:space="preserve">   </w:t>
      </w:r>
      <w:r w:rsidR="00EE4DC2" w:rsidRPr="007951FC">
        <w:rPr>
          <w:rFonts w:ascii="Quasimoda" w:hAnsi="Quasimoda"/>
          <w:b/>
          <w:sz w:val="20"/>
          <w:szCs w:val="20"/>
        </w:rPr>
        <w:t xml:space="preserve">                     </w:t>
      </w:r>
      <w:r w:rsidR="00EE4DC2" w:rsidRPr="007845E5">
        <w:rPr>
          <w:rFonts w:ascii="Quasimoda" w:hAnsi="Quasimoda"/>
          <w:b/>
          <w:sz w:val="20"/>
          <w:szCs w:val="20"/>
        </w:rPr>
        <w:t xml:space="preserve"> </w:t>
      </w:r>
      <w:r w:rsidRPr="007845E5">
        <w:rPr>
          <w:rFonts w:ascii="Quasimoda" w:hAnsi="Quasimoda"/>
          <w:b/>
          <w:szCs w:val="20"/>
        </w:rPr>
        <w:t xml:space="preserve">Biography </w:t>
      </w:r>
    </w:p>
    <w:p w14:paraId="6D3274EA" w14:textId="77777777" w:rsidR="007B68E5" w:rsidRPr="007951FC" w:rsidRDefault="00EE4DC2" w:rsidP="00264077">
      <w:pPr>
        <w:spacing w:after="0" w:line="240" w:lineRule="auto"/>
        <w:jc w:val="both"/>
        <w:rPr>
          <w:rFonts w:ascii="Quasimoda" w:hAnsi="Quasimoda"/>
          <w:b/>
          <w:sz w:val="20"/>
          <w:szCs w:val="20"/>
        </w:rPr>
      </w:pPr>
      <w:r w:rsidRPr="007951FC">
        <w:rPr>
          <w:rFonts w:ascii="Quasimoda" w:hAnsi="Quasimoda"/>
          <w:noProof/>
          <w:sz w:val="24"/>
          <w:szCs w:val="24"/>
        </w:rPr>
        <mc:AlternateContent>
          <mc:Choice Requires="wps">
            <w:drawing>
              <wp:anchor distT="45720" distB="45720" distL="114300" distR="114300" simplePos="0" relativeHeight="251669504" behindDoc="0" locked="0" layoutInCell="1" allowOverlap="1" wp14:anchorId="2CA608D2" wp14:editId="78AD28F7">
                <wp:simplePos x="0" y="0"/>
                <wp:positionH relativeFrom="page">
                  <wp:posOffset>323850</wp:posOffset>
                </wp:positionH>
                <wp:positionV relativeFrom="paragraph">
                  <wp:posOffset>146685</wp:posOffset>
                </wp:positionV>
                <wp:extent cx="1390650" cy="11658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1165860"/>
                        </a:xfrm>
                        <a:prstGeom prst="rect">
                          <a:avLst/>
                        </a:prstGeom>
                        <a:noFill/>
                        <a:ln w="9525">
                          <a:noFill/>
                          <a:miter lim="800000"/>
                          <a:headEnd/>
                          <a:tailEnd/>
                        </a:ln>
                      </wps:spPr>
                      <wps:txbx>
                        <w:txbxContent>
                          <w:p w14:paraId="518F8E64" w14:textId="77777777" w:rsidR="0017377D" w:rsidRDefault="0017377D">
                            <w:r>
                              <w:rPr>
                                <w:noProof/>
                              </w:rPr>
                              <w:drawing>
                                <wp:inline distT="0" distB="0" distL="0" distR="0" wp14:anchorId="1561FF6D" wp14:editId="6B90AACC">
                                  <wp:extent cx="1200150" cy="1200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FolderRedirection\mon-jonathan\Desktop\choir_square.jp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1200150" cy="1200150"/>
                                          </a:xfrm>
                                          <a:prstGeom prst="rect">
                                            <a:avLst/>
                                          </a:prstGeom>
                                          <a:noFill/>
                                          <a:ln>
                                            <a:noFill/>
                                          </a:ln>
                                        </pic:spPr>
                                      </pic:pic>
                                    </a:graphicData>
                                  </a:graphic>
                                </wp:inline>
                              </w:drawing>
                            </w:r>
                          </w:p>
                        </w:txbxContent>
                      </wps:txbx>
                      <wps:bodyPr rot="0" vert="horz" wrap="non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CA608D2" id="_x0000_s1027" type="#_x0000_t202" style="position:absolute;left:0;text-align:left;margin-left:25.5pt;margin-top:11.55pt;width:109.5pt;height:91.8pt;z-index:251669504;visibility:visible;mso-wrap-style:non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" filled="f" stroked="f">
                <v:textbox style="mso-fit-shape-to-text:t">
                  <w:txbxContent>
                    <w:p w14:paraId="518F8E64" w14:textId="77777777" w:rsidR="0017377D" w:rsidRDefault="0017377D">
                      <w:r>
                        <w:rPr>
                          <w:noProof/>
                        </w:rPr>
                        <w:drawing>
                          <wp:inline distT="0" distB="0" distL="0" distR="0" wp14:anchorId="1561FF6D" wp14:editId="6B90AACC">
                            <wp:extent cx="1200150" cy="1200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NT01\FolderRedirection\mon-jonathan\Desktop\choir_square.jp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200150" cy="1200150"/>
                                    </a:xfrm>
                                    <a:prstGeom prst="rect">
                                      <a:avLst/>
                                    </a:prstGeom>
                                    <a:noFill/>
                                    <a:ln>
                                      <a:noFill/>
                                    </a:ln>
                                  </pic:spPr>
                                </pic:pic>
                              </a:graphicData>
                            </a:graphic>
                          </wp:inline>
                        </w:drawing>
                      </w:r>
                    </w:p>
                  </w:txbxContent>
                </v:textbox>
                <w10:wrap type="square" anchorx="page"/>
              </v:shape>
            </w:pict>
          </mc:Fallback>
        </mc:AlternateContent>
      </w:r>
    </w:p>
    <w:p w14:paraId="43BC1B6F" w14:textId="7D2032EE" w:rsidR="00157AD2" w:rsidRPr="00264077" w:rsidRDefault="00157AD2" w:rsidP="00264077">
      <w:pPr>
        <w:spacing w:after="0" w:line="276" w:lineRule="auto"/>
        <w:ind w:left="1620"/>
        <w:jc w:val="both"/>
        <w:rPr>
          <w:rFonts w:ascii="Quasimoda Light" w:hAnsi="Quasimoda Light"/>
          <w:sz w:val="18"/>
          <w:szCs w:val="18"/>
        </w:rPr>
      </w:pPr>
      <w:r w:rsidRPr="00264077">
        <w:rPr>
          <w:rFonts w:ascii="Quasimoda Light" w:hAnsi="Quasimoda Light"/>
          <w:sz w:val="18"/>
          <w:szCs w:val="18"/>
        </w:rPr>
        <w:t>Sir John Eliot Gardiner is revered as one of the world’s most innovative and dynamic musicians, constantly in the vanguard of enlightened interpretation and standing as a leader in contemporary musical life. His work, as founder and artistic director of the Monteverdi Choir, English Baroque Soloists (EBS) and Orchestre Révolutionnaire et Romantique (ORR), has marked him out as a key figure both in the early music revival and as a pioneer</w:t>
      </w:r>
      <w:r w:rsidR="006333B7" w:rsidRPr="00264077">
        <w:rPr>
          <w:rFonts w:ascii="Quasimoda Light" w:hAnsi="Quasimoda Light"/>
          <w:sz w:val="18"/>
          <w:szCs w:val="18"/>
        </w:rPr>
        <w:t xml:space="preserve"> </w:t>
      </w:r>
      <w:r w:rsidRPr="00264077">
        <w:rPr>
          <w:rFonts w:ascii="Quasimoda Light" w:hAnsi="Quasimoda Light"/>
          <w:sz w:val="18"/>
          <w:szCs w:val="18"/>
        </w:rPr>
        <w:t>of historically informed performances.</w:t>
      </w:r>
    </w:p>
    <w:p w14:paraId="227556DB" w14:textId="77777777" w:rsidR="00157AD2" w:rsidRPr="00264077" w:rsidRDefault="00157AD2" w:rsidP="00264077">
      <w:pPr>
        <w:spacing w:after="0" w:line="276" w:lineRule="auto"/>
        <w:ind w:left="1620"/>
        <w:jc w:val="both"/>
        <w:rPr>
          <w:rFonts w:ascii="Quasimoda Light" w:hAnsi="Quasimoda Light"/>
          <w:sz w:val="18"/>
          <w:szCs w:val="18"/>
        </w:rPr>
      </w:pPr>
    </w:p>
    <w:p w14:paraId="0A91C7C2" w14:textId="2DE68E4C" w:rsidR="00157AD2" w:rsidRPr="00264077" w:rsidRDefault="00157AD2" w:rsidP="00264077">
      <w:pPr>
        <w:spacing w:after="0" w:line="276" w:lineRule="auto"/>
        <w:ind w:left="1620"/>
        <w:jc w:val="both"/>
        <w:rPr>
          <w:rFonts w:ascii="Quasimoda Light" w:hAnsi="Quasimoda Light"/>
          <w:sz w:val="18"/>
          <w:szCs w:val="18"/>
        </w:rPr>
      </w:pPr>
      <w:r w:rsidRPr="00264077">
        <w:rPr>
          <w:rFonts w:ascii="Quasimoda Light" w:hAnsi="Quasimoda Light"/>
          <w:sz w:val="18"/>
          <w:szCs w:val="18"/>
        </w:rPr>
        <w:t xml:space="preserve">As a regular guest of the world’s leading symphony orchestras, such as the London Symphony Orchestra, </w:t>
      </w:r>
      <w:proofErr w:type="spellStart"/>
      <w:r w:rsidRPr="00264077">
        <w:rPr>
          <w:rFonts w:ascii="Quasimoda Light" w:hAnsi="Quasimoda Light"/>
          <w:sz w:val="18"/>
          <w:szCs w:val="18"/>
        </w:rPr>
        <w:t>Symphonieorchester</w:t>
      </w:r>
      <w:proofErr w:type="spellEnd"/>
      <w:r w:rsidRPr="00264077">
        <w:rPr>
          <w:rFonts w:ascii="Quasimoda Light" w:hAnsi="Quasimoda Light"/>
          <w:sz w:val="18"/>
          <w:szCs w:val="18"/>
        </w:rPr>
        <w:t xml:space="preserve"> des </w:t>
      </w:r>
      <w:proofErr w:type="spellStart"/>
      <w:r w:rsidRPr="00264077">
        <w:rPr>
          <w:rFonts w:ascii="Quasimoda Light" w:hAnsi="Quasimoda Light"/>
          <w:sz w:val="18"/>
          <w:szCs w:val="18"/>
        </w:rPr>
        <w:t>Bayerischen</w:t>
      </w:r>
      <w:proofErr w:type="spellEnd"/>
      <w:r w:rsidRPr="00264077">
        <w:rPr>
          <w:rFonts w:ascii="Quasimoda Light" w:hAnsi="Quasimoda Light"/>
          <w:sz w:val="18"/>
          <w:szCs w:val="18"/>
        </w:rPr>
        <w:t xml:space="preserve"> </w:t>
      </w:r>
      <w:proofErr w:type="spellStart"/>
      <w:r w:rsidRPr="00264077">
        <w:rPr>
          <w:rFonts w:ascii="Quasimoda Light" w:hAnsi="Quasimoda Light"/>
          <w:sz w:val="18"/>
          <w:szCs w:val="18"/>
        </w:rPr>
        <w:t>Rundfunks</w:t>
      </w:r>
      <w:proofErr w:type="spellEnd"/>
      <w:r w:rsidRPr="00264077">
        <w:rPr>
          <w:rFonts w:ascii="Quasimoda Light" w:hAnsi="Quasimoda Light"/>
          <w:sz w:val="18"/>
          <w:szCs w:val="18"/>
        </w:rPr>
        <w:t>, Royal Concertgebouw Orchestra and Gewandhausorchester Leipzig, Gardiner conducts repertoire from the 17th to the 20th centur</w:t>
      </w:r>
      <w:r w:rsidR="00264077">
        <w:rPr>
          <w:rFonts w:ascii="Quasimoda Light" w:hAnsi="Quasimoda Light"/>
          <w:sz w:val="18"/>
          <w:szCs w:val="18"/>
        </w:rPr>
        <w:t>ies</w:t>
      </w:r>
      <w:r w:rsidRPr="00264077">
        <w:rPr>
          <w:rFonts w:ascii="Quasimoda Light" w:hAnsi="Quasimoda Light"/>
          <w:sz w:val="18"/>
          <w:szCs w:val="18"/>
        </w:rPr>
        <w:t>. He was awarded the Concertgebouw Prize</w:t>
      </w:r>
      <w:r w:rsidR="006333B7" w:rsidRPr="00264077">
        <w:rPr>
          <w:rFonts w:ascii="Quasimoda Light" w:hAnsi="Quasimoda Light"/>
          <w:sz w:val="18"/>
          <w:szCs w:val="18"/>
        </w:rPr>
        <w:t xml:space="preserve"> </w:t>
      </w:r>
      <w:r w:rsidRPr="00264077">
        <w:rPr>
          <w:rFonts w:ascii="Quasimoda Light" w:hAnsi="Quasimoda Light"/>
          <w:sz w:val="18"/>
          <w:szCs w:val="18"/>
        </w:rPr>
        <w:t>in January 2016.</w:t>
      </w:r>
    </w:p>
    <w:p w14:paraId="15A919CC" w14:textId="77777777" w:rsidR="00157AD2" w:rsidRPr="00264077" w:rsidRDefault="00157AD2" w:rsidP="00264077">
      <w:pPr>
        <w:spacing w:after="0" w:line="276" w:lineRule="auto"/>
        <w:ind w:left="1620"/>
        <w:jc w:val="both"/>
        <w:rPr>
          <w:rFonts w:ascii="Quasimoda Light" w:hAnsi="Quasimoda Light"/>
          <w:sz w:val="18"/>
          <w:szCs w:val="18"/>
        </w:rPr>
      </w:pPr>
    </w:p>
    <w:p w14:paraId="134F630E" w14:textId="06B89F1B" w:rsidR="00157AD2" w:rsidRPr="00264077" w:rsidRDefault="00157AD2" w:rsidP="00264077">
      <w:pPr>
        <w:spacing w:after="0" w:line="276" w:lineRule="auto"/>
        <w:ind w:left="1620"/>
        <w:jc w:val="both"/>
        <w:rPr>
          <w:rFonts w:ascii="Quasimoda Light" w:hAnsi="Quasimoda Light"/>
          <w:sz w:val="18"/>
          <w:szCs w:val="18"/>
        </w:rPr>
      </w:pPr>
      <w:r w:rsidRPr="00264077">
        <w:rPr>
          <w:rFonts w:ascii="Quasimoda Light" w:hAnsi="Quasimoda Light"/>
          <w:sz w:val="18"/>
          <w:szCs w:val="18"/>
        </w:rPr>
        <w:t>The extent of Gardiner’s repertoire is illustrated in the extensive catalogue of award-winning recordings with his own ensembles and leading orchestras including the Vienna Philharmonic on major labels (including Decca, Philips, Erato and 30 recordings for Deutsche Grammophon), as wide-ranging as Mozart, Schumann, Berlioz, Elgar and Kurt Weill, in addition to works by Renaissance and Baroque composers.</w:t>
      </w:r>
      <w:r w:rsidR="007F35B6">
        <w:rPr>
          <w:rFonts w:ascii="Quasimoda Light" w:hAnsi="Quasimoda Light"/>
          <w:sz w:val="18"/>
          <w:szCs w:val="18"/>
        </w:rPr>
        <w:t xml:space="preserve"> </w:t>
      </w:r>
      <w:r w:rsidRPr="00264077">
        <w:rPr>
          <w:rFonts w:ascii="Quasimoda Light" w:hAnsi="Quasimoda Light"/>
          <w:sz w:val="18"/>
          <w:szCs w:val="18"/>
        </w:rPr>
        <w:t>His many recording accolades include two GRAMMY awards and he has received more Gramophone Awards than any other living artist.</w:t>
      </w:r>
    </w:p>
    <w:p w14:paraId="6797CF8C" w14:textId="77777777" w:rsidR="00157AD2" w:rsidRPr="00264077" w:rsidRDefault="00157AD2" w:rsidP="00264077">
      <w:pPr>
        <w:spacing w:after="0" w:line="276" w:lineRule="auto"/>
        <w:ind w:left="1620"/>
        <w:jc w:val="both"/>
        <w:rPr>
          <w:rFonts w:ascii="Quasimoda Light" w:hAnsi="Quasimoda Light"/>
          <w:sz w:val="18"/>
          <w:szCs w:val="18"/>
        </w:rPr>
      </w:pPr>
    </w:p>
    <w:p w14:paraId="6C4EADDA" w14:textId="20A88A29" w:rsidR="00157AD2" w:rsidRPr="00264077" w:rsidRDefault="00157AD2" w:rsidP="00264077">
      <w:pPr>
        <w:spacing w:after="0" w:line="276" w:lineRule="auto"/>
        <w:ind w:left="1620"/>
        <w:jc w:val="both"/>
        <w:rPr>
          <w:rFonts w:ascii="Quasimoda Light" w:hAnsi="Quasimoda Light"/>
          <w:sz w:val="18"/>
          <w:szCs w:val="18"/>
        </w:rPr>
      </w:pPr>
      <w:r w:rsidRPr="00264077">
        <w:rPr>
          <w:rFonts w:ascii="Quasimoda Light" w:hAnsi="Quasimoda Light"/>
          <w:sz w:val="18"/>
          <w:szCs w:val="18"/>
        </w:rPr>
        <w:t>Gardiner has also conducted opera productions; at the Royal</w:t>
      </w:r>
      <w:r w:rsidR="00AC41C8" w:rsidRPr="00264077">
        <w:rPr>
          <w:rFonts w:ascii="Quasimoda Light" w:hAnsi="Quasimoda Light"/>
          <w:sz w:val="18"/>
          <w:szCs w:val="18"/>
        </w:rPr>
        <w:t xml:space="preserve"> </w:t>
      </w:r>
      <w:r w:rsidRPr="00264077">
        <w:rPr>
          <w:rFonts w:ascii="Quasimoda Light" w:hAnsi="Quasimoda Light"/>
          <w:sz w:val="18"/>
          <w:szCs w:val="18"/>
        </w:rPr>
        <w:t>Opera House, Covent Garden, at the Vienna State Opera and at</w:t>
      </w:r>
      <w:r w:rsidR="00AC41C8" w:rsidRPr="00264077">
        <w:rPr>
          <w:rFonts w:ascii="Quasimoda Light" w:hAnsi="Quasimoda Light"/>
          <w:sz w:val="18"/>
          <w:szCs w:val="18"/>
        </w:rPr>
        <w:t xml:space="preserve"> </w:t>
      </w:r>
      <w:r w:rsidRPr="00264077">
        <w:rPr>
          <w:rFonts w:ascii="Quasimoda Light" w:hAnsi="Quasimoda Light"/>
          <w:sz w:val="18"/>
          <w:szCs w:val="18"/>
        </w:rPr>
        <w:t>Teatro alla Scala, Milan. From 1983 to 1988 he was artistic director</w:t>
      </w:r>
      <w:r w:rsidR="00AC41C8" w:rsidRPr="00264077">
        <w:rPr>
          <w:rFonts w:ascii="Quasimoda Light" w:hAnsi="Quasimoda Light"/>
          <w:sz w:val="18"/>
          <w:szCs w:val="18"/>
        </w:rPr>
        <w:t xml:space="preserve"> </w:t>
      </w:r>
      <w:r w:rsidRPr="00264077">
        <w:rPr>
          <w:rFonts w:ascii="Quasimoda Light" w:hAnsi="Quasimoda Light"/>
          <w:sz w:val="18"/>
          <w:szCs w:val="18"/>
        </w:rPr>
        <w:t>of Opéra de Lyon, where he founded its new orchestra.</w:t>
      </w:r>
    </w:p>
    <w:p w14:paraId="2170824D" w14:textId="789D7B1F" w:rsidR="00562A78" w:rsidRPr="00264077" w:rsidRDefault="00562A78" w:rsidP="00B847D0">
      <w:pPr>
        <w:spacing w:after="0" w:line="276" w:lineRule="auto"/>
        <w:ind w:left="1620"/>
        <w:jc w:val="both"/>
        <w:rPr>
          <w:rFonts w:ascii="Quasimoda Light" w:hAnsi="Quasimoda Light"/>
          <w:sz w:val="18"/>
          <w:szCs w:val="18"/>
        </w:rPr>
      </w:pPr>
    </w:p>
    <w:p w14:paraId="506DF68F" w14:textId="574ED962" w:rsidR="00B847D0" w:rsidRPr="00B847D0" w:rsidRDefault="00150495" w:rsidP="00B847D0">
      <w:pPr>
        <w:spacing w:after="0" w:line="276" w:lineRule="auto"/>
        <w:ind w:left="1620"/>
        <w:jc w:val="both"/>
        <w:rPr>
          <w:rFonts w:ascii="Quasimoda Light" w:hAnsi="Quasimoda Light"/>
          <w:sz w:val="18"/>
          <w:szCs w:val="18"/>
        </w:rPr>
      </w:pPr>
      <w:r w:rsidRPr="00264077">
        <w:rPr>
          <w:rFonts w:ascii="Quasimoda Light" w:hAnsi="Quasimoda Light"/>
          <w:sz w:val="18"/>
          <w:szCs w:val="18"/>
        </w:rPr>
        <w:t>In 2017</w:t>
      </w:r>
      <w:r w:rsidR="005D6FF1">
        <w:rPr>
          <w:rFonts w:ascii="Quasimoda Light" w:hAnsi="Quasimoda Light"/>
          <w:sz w:val="18"/>
          <w:szCs w:val="18"/>
        </w:rPr>
        <w:t>,</w:t>
      </w:r>
      <w:r w:rsidRPr="00264077">
        <w:rPr>
          <w:rFonts w:ascii="Quasimoda Light" w:hAnsi="Quasimoda Light"/>
          <w:sz w:val="18"/>
          <w:szCs w:val="18"/>
        </w:rPr>
        <w:t xml:space="preserve"> Gardiner and the Monteverdi ensembles celebrated the 450th anniversary of Monteverdi’s birth with staged performances of his three surviving</w:t>
      </w:r>
      <w:bookmarkStart w:id="0" w:name="_GoBack"/>
      <w:bookmarkEnd w:id="0"/>
      <w:r w:rsidRPr="00264077">
        <w:rPr>
          <w:rFonts w:ascii="Quasimoda Light" w:hAnsi="Quasimoda Light"/>
          <w:sz w:val="18"/>
          <w:szCs w:val="18"/>
        </w:rPr>
        <w:t xml:space="preserve"> operas across Europe and in the USA, a project that was recognised by the RPS Music Award in the Opera and Music Theatre category.</w:t>
      </w:r>
      <w:r w:rsidR="00B847D0">
        <w:rPr>
          <w:rFonts w:ascii="Quasimoda Light" w:hAnsi="Quasimoda Light"/>
          <w:sz w:val="18"/>
          <w:szCs w:val="18"/>
        </w:rPr>
        <w:t xml:space="preserve"> </w:t>
      </w:r>
      <w:r w:rsidRPr="00264077">
        <w:rPr>
          <w:rFonts w:ascii="Quasimoda Light" w:hAnsi="Quasimoda Light"/>
          <w:sz w:val="18"/>
          <w:szCs w:val="18"/>
        </w:rPr>
        <w:t>2018</w:t>
      </w:r>
      <w:r w:rsidR="005D6FF1">
        <w:rPr>
          <w:rFonts w:ascii="Quasimoda Light" w:hAnsi="Quasimoda Light"/>
          <w:sz w:val="18"/>
          <w:szCs w:val="18"/>
        </w:rPr>
        <w:t xml:space="preserve"> saw</w:t>
      </w:r>
      <w:r w:rsidRPr="00264077">
        <w:rPr>
          <w:rFonts w:ascii="Quasimoda Light" w:hAnsi="Quasimoda Light"/>
          <w:sz w:val="18"/>
          <w:szCs w:val="18"/>
        </w:rPr>
        <w:t xml:space="preserve"> Gardiner</w:t>
      </w:r>
      <w:r w:rsidR="00613A72">
        <w:rPr>
          <w:rFonts w:ascii="Quasimoda Light" w:hAnsi="Quasimoda Light"/>
          <w:sz w:val="18"/>
          <w:szCs w:val="18"/>
        </w:rPr>
        <w:t xml:space="preserve"> -</w:t>
      </w:r>
      <w:r w:rsidRPr="00264077">
        <w:rPr>
          <w:rFonts w:ascii="Quasimoda Light" w:hAnsi="Quasimoda Light"/>
          <w:sz w:val="18"/>
          <w:szCs w:val="18"/>
        </w:rPr>
        <w:t xml:space="preserve"> along with the Monteverdi Choir and EBS</w:t>
      </w:r>
      <w:r w:rsidR="00613A72">
        <w:rPr>
          <w:rFonts w:ascii="Quasimoda Light" w:hAnsi="Quasimoda Light"/>
          <w:sz w:val="18"/>
          <w:szCs w:val="18"/>
        </w:rPr>
        <w:t xml:space="preserve"> -</w:t>
      </w:r>
      <w:r w:rsidRPr="00264077">
        <w:rPr>
          <w:rFonts w:ascii="Quasimoda Light" w:hAnsi="Quasimoda Light"/>
          <w:sz w:val="18"/>
          <w:szCs w:val="18"/>
        </w:rPr>
        <w:t xml:space="preserve"> embark on a reprise of the landmark Bach Cantata Pilgrimage in some of Europe’s most </w:t>
      </w:r>
      <w:r w:rsidRPr="00264077">
        <w:rPr>
          <w:rFonts w:ascii="Quasimoda Light" w:hAnsi="Quasimoda Light"/>
          <w:color w:val="000000" w:themeColor="text1"/>
          <w:sz w:val="18"/>
          <w:szCs w:val="18"/>
        </w:rPr>
        <w:t xml:space="preserve">famous concert halls and churches, </w:t>
      </w:r>
      <w:r w:rsidRPr="00264077">
        <w:rPr>
          <w:rFonts w:ascii="Quasimoda Light" w:eastAsia="Times New Roman" w:hAnsi="Quasimoda Light" w:cs="Times New Roman"/>
          <w:color w:val="000000"/>
          <w:sz w:val="18"/>
          <w:szCs w:val="18"/>
          <w:lang w:eastAsia="en-GB"/>
        </w:rPr>
        <w:t xml:space="preserve">before giving a number of critically-acclaimed performances of Verdi’s </w:t>
      </w:r>
      <w:r w:rsidRPr="00264077">
        <w:rPr>
          <w:rFonts w:ascii="Quasimoda Light" w:eastAsia="Times New Roman" w:hAnsi="Quasimoda Light" w:cs="Times New Roman"/>
          <w:i/>
          <w:color w:val="000000"/>
          <w:sz w:val="18"/>
          <w:szCs w:val="18"/>
          <w:lang w:eastAsia="en-GB"/>
        </w:rPr>
        <w:t>Requiem</w:t>
      </w:r>
      <w:r w:rsidRPr="00264077">
        <w:rPr>
          <w:rFonts w:ascii="Quasimoda Light" w:eastAsia="Times New Roman" w:hAnsi="Quasimoda Light" w:cs="Times New Roman"/>
          <w:color w:val="000000"/>
          <w:sz w:val="18"/>
          <w:szCs w:val="18"/>
          <w:lang w:eastAsia="en-GB"/>
        </w:rPr>
        <w:t xml:space="preserve"> with the Monteverdi Choir and ORR - including a landmark concert at Westminster Cathedral in aid of Cancer Research UK. </w:t>
      </w:r>
      <w:r w:rsidRPr="00264077">
        <w:rPr>
          <w:rFonts w:ascii="Quasimoda Light" w:hAnsi="Quasimoda Light"/>
          <w:color w:val="000000"/>
          <w:sz w:val="18"/>
          <w:szCs w:val="18"/>
        </w:rPr>
        <w:t>Gardiner</w:t>
      </w:r>
      <w:r w:rsidR="00264077">
        <w:rPr>
          <w:rFonts w:ascii="Quasimoda Light" w:hAnsi="Quasimoda Light"/>
          <w:color w:val="000000"/>
          <w:sz w:val="18"/>
          <w:szCs w:val="18"/>
        </w:rPr>
        <w:t xml:space="preserve"> went on to</w:t>
      </w:r>
      <w:r w:rsidRPr="00264077">
        <w:rPr>
          <w:rFonts w:ascii="Quasimoda Light" w:hAnsi="Quasimoda Light"/>
          <w:color w:val="000000"/>
          <w:sz w:val="18"/>
          <w:szCs w:val="18"/>
        </w:rPr>
        <w:t xml:space="preserve"> demonstra</w:t>
      </w:r>
      <w:r w:rsidR="00264077">
        <w:rPr>
          <w:rFonts w:ascii="Quasimoda Light" w:hAnsi="Quasimoda Light"/>
          <w:color w:val="000000"/>
          <w:sz w:val="18"/>
          <w:szCs w:val="18"/>
        </w:rPr>
        <w:t>te</w:t>
      </w:r>
      <w:r w:rsidRPr="00264077">
        <w:rPr>
          <w:rFonts w:ascii="Quasimoda Light" w:hAnsi="Quasimoda Light"/>
          <w:color w:val="000000"/>
          <w:sz w:val="18"/>
          <w:szCs w:val="18"/>
        </w:rPr>
        <w:t xml:space="preserve"> a renewed commitment to Berlioz’s music with an extensive tour of his major symphonic works (including </w:t>
      </w:r>
      <w:r w:rsidRPr="00264077">
        <w:rPr>
          <w:rFonts w:ascii="Quasimoda Light" w:hAnsi="Quasimoda Light"/>
          <w:i/>
          <w:iCs/>
          <w:color w:val="000000"/>
          <w:sz w:val="18"/>
          <w:szCs w:val="18"/>
        </w:rPr>
        <w:t>Harold in Italy</w:t>
      </w:r>
      <w:r w:rsidRPr="00264077">
        <w:rPr>
          <w:rFonts w:ascii="Quasimoda Light" w:hAnsi="Quasimoda Light"/>
          <w:color w:val="000000"/>
          <w:sz w:val="18"/>
          <w:szCs w:val="18"/>
        </w:rPr>
        <w:t>, </w:t>
      </w:r>
      <w:r w:rsidRPr="00264077">
        <w:rPr>
          <w:rFonts w:ascii="Quasimoda Light" w:hAnsi="Quasimoda Light"/>
          <w:i/>
          <w:iCs/>
          <w:color w:val="000000"/>
          <w:sz w:val="18"/>
          <w:szCs w:val="18"/>
        </w:rPr>
        <w:t>Lélio</w:t>
      </w:r>
      <w:r w:rsidRPr="00264077">
        <w:rPr>
          <w:rFonts w:ascii="Quasimoda Light" w:hAnsi="Quasimoda Light"/>
          <w:color w:val="000000"/>
          <w:sz w:val="18"/>
          <w:szCs w:val="18"/>
        </w:rPr>
        <w:t> and </w:t>
      </w:r>
      <w:r w:rsidRPr="00264077">
        <w:rPr>
          <w:rFonts w:ascii="Quasimoda Light" w:hAnsi="Quasimoda Light"/>
          <w:i/>
          <w:iCs/>
          <w:color w:val="000000"/>
          <w:sz w:val="18"/>
          <w:szCs w:val="18"/>
        </w:rPr>
        <w:t xml:space="preserve">Symphonie </w:t>
      </w:r>
      <w:r w:rsidR="001407A5">
        <w:rPr>
          <w:rFonts w:ascii="Quasimoda Light" w:hAnsi="Quasimoda Light"/>
          <w:i/>
          <w:iCs/>
          <w:color w:val="000000"/>
          <w:sz w:val="18"/>
          <w:szCs w:val="18"/>
        </w:rPr>
        <w:t>f</w:t>
      </w:r>
      <w:r w:rsidRPr="00264077">
        <w:rPr>
          <w:rFonts w:ascii="Quasimoda Light" w:hAnsi="Quasimoda Light"/>
          <w:i/>
          <w:iCs/>
          <w:color w:val="000000"/>
          <w:sz w:val="18"/>
          <w:szCs w:val="18"/>
        </w:rPr>
        <w:t>antastique</w:t>
      </w:r>
      <w:r w:rsidRPr="00264077">
        <w:rPr>
          <w:rFonts w:ascii="Quasimoda Light" w:hAnsi="Quasimoda Light"/>
          <w:color w:val="000000"/>
          <w:sz w:val="18"/>
          <w:szCs w:val="18"/>
        </w:rPr>
        <w:t>) across Europe and the United States</w:t>
      </w:r>
      <w:r w:rsidR="00264077">
        <w:rPr>
          <w:rFonts w:ascii="Quasimoda Light" w:hAnsi="Quasimoda Light"/>
          <w:color w:val="000000"/>
          <w:sz w:val="18"/>
          <w:szCs w:val="18"/>
        </w:rPr>
        <w:t>.</w:t>
      </w:r>
      <w:r w:rsidR="00B847D0">
        <w:rPr>
          <w:rFonts w:ascii="Quasimoda Light" w:hAnsi="Quasimoda Light"/>
          <w:color w:val="000000"/>
          <w:sz w:val="18"/>
          <w:szCs w:val="18"/>
        </w:rPr>
        <w:t xml:space="preserve"> </w:t>
      </w:r>
      <w:r w:rsidR="00B847D0">
        <w:rPr>
          <w:rFonts w:ascii="Quasimoda Light" w:eastAsia="Times New Roman" w:hAnsi="Quasimoda Light" w:cs="Times New Roman"/>
          <w:color w:val="000000"/>
          <w:sz w:val="18"/>
          <w:szCs w:val="18"/>
          <w:lang w:eastAsia="en-GB"/>
        </w:rPr>
        <w:t xml:space="preserve">In 2019 Gardiner conducted new productions of Handel’s </w:t>
      </w:r>
      <w:r w:rsidR="00B847D0" w:rsidRPr="008B5E2E">
        <w:rPr>
          <w:rFonts w:ascii="Quasimoda Light" w:eastAsia="Times New Roman" w:hAnsi="Quasimoda Light" w:cs="Times New Roman"/>
          <w:i/>
          <w:iCs/>
          <w:color w:val="000000"/>
          <w:sz w:val="18"/>
          <w:szCs w:val="18"/>
          <w:lang w:eastAsia="en-GB"/>
        </w:rPr>
        <w:t>Semele</w:t>
      </w:r>
      <w:r w:rsidR="00B847D0">
        <w:rPr>
          <w:rFonts w:ascii="Quasimoda Light" w:eastAsia="Times New Roman" w:hAnsi="Quasimoda Light" w:cs="Times New Roman"/>
          <w:color w:val="000000"/>
          <w:sz w:val="18"/>
          <w:szCs w:val="18"/>
          <w:lang w:eastAsia="en-GB"/>
        </w:rPr>
        <w:t xml:space="preserve"> and Berlioz’s </w:t>
      </w:r>
      <w:r w:rsidR="00B847D0" w:rsidRPr="008B5E2E">
        <w:rPr>
          <w:rFonts w:ascii="Quasimoda Light" w:eastAsia="Times New Roman" w:hAnsi="Quasimoda Light" w:cs="Times New Roman"/>
          <w:i/>
          <w:iCs/>
          <w:color w:val="000000"/>
          <w:sz w:val="18"/>
          <w:szCs w:val="18"/>
          <w:lang w:eastAsia="en-GB"/>
        </w:rPr>
        <w:t>Benvenuto Cellini</w:t>
      </w:r>
      <w:r w:rsidR="00B847D0">
        <w:rPr>
          <w:rFonts w:ascii="Quasimoda Light" w:eastAsia="Times New Roman" w:hAnsi="Quasimoda Light" w:cs="Times New Roman"/>
          <w:color w:val="000000"/>
          <w:sz w:val="18"/>
          <w:szCs w:val="18"/>
          <w:lang w:eastAsia="en-GB"/>
        </w:rPr>
        <w:t>, and gave his debut performances in Colombia, Russia, Brazil, Uruguay, Argentina and Chile.</w:t>
      </w:r>
    </w:p>
    <w:p w14:paraId="6EA2E146" w14:textId="77777777" w:rsidR="00150495" w:rsidRPr="00264077" w:rsidRDefault="00150495" w:rsidP="00264077">
      <w:pPr>
        <w:spacing w:after="0" w:line="276" w:lineRule="auto"/>
        <w:ind w:left="1620"/>
        <w:jc w:val="both"/>
        <w:rPr>
          <w:rFonts w:ascii="Quasimoda Light" w:hAnsi="Quasimoda Light"/>
          <w:sz w:val="18"/>
          <w:szCs w:val="18"/>
        </w:rPr>
      </w:pPr>
    </w:p>
    <w:p w14:paraId="7443926B" w14:textId="5CA9C954" w:rsidR="0074643C" w:rsidRPr="00264077" w:rsidRDefault="00157AD2" w:rsidP="00264077">
      <w:pPr>
        <w:spacing w:after="0" w:line="276" w:lineRule="auto"/>
        <w:ind w:left="1620"/>
        <w:jc w:val="both"/>
        <w:rPr>
          <w:rFonts w:ascii="Quasimoda Light" w:hAnsi="Quasimoda Light"/>
          <w:sz w:val="18"/>
          <w:szCs w:val="18"/>
        </w:rPr>
      </w:pPr>
      <w:r w:rsidRPr="00264077">
        <w:rPr>
          <w:rFonts w:ascii="Quasimoda Light" w:hAnsi="Quasimoda Light"/>
          <w:sz w:val="18"/>
          <w:szCs w:val="18"/>
        </w:rPr>
        <w:t>An authority on the music of J</w:t>
      </w:r>
      <w:r w:rsidR="00150495" w:rsidRPr="00264077">
        <w:rPr>
          <w:rFonts w:ascii="Quasimoda Light" w:hAnsi="Quasimoda Light"/>
          <w:sz w:val="18"/>
          <w:szCs w:val="18"/>
        </w:rPr>
        <w:t>.</w:t>
      </w:r>
      <w:r w:rsidRPr="00264077">
        <w:rPr>
          <w:rFonts w:ascii="Quasimoda Light" w:hAnsi="Quasimoda Light"/>
          <w:sz w:val="18"/>
          <w:szCs w:val="18"/>
        </w:rPr>
        <w:t xml:space="preserve"> S</w:t>
      </w:r>
      <w:r w:rsidR="00150495" w:rsidRPr="00264077">
        <w:rPr>
          <w:rFonts w:ascii="Quasimoda Light" w:hAnsi="Quasimoda Light"/>
          <w:sz w:val="18"/>
          <w:szCs w:val="18"/>
        </w:rPr>
        <w:t>.</w:t>
      </w:r>
      <w:r w:rsidRPr="00264077">
        <w:rPr>
          <w:rFonts w:ascii="Quasimoda Light" w:hAnsi="Quasimoda Light"/>
          <w:sz w:val="18"/>
          <w:szCs w:val="18"/>
        </w:rPr>
        <w:t xml:space="preserve"> Bach, Gardiner’s book, </w:t>
      </w:r>
      <w:r w:rsidRPr="00264077">
        <w:rPr>
          <w:rFonts w:ascii="Quasimoda Light" w:hAnsi="Quasimoda Light"/>
          <w:i/>
          <w:sz w:val="18"/>
          <w:szCs w:val="18"/>
        </w:rPr>
        <w:t>Music in</w:t>
      </w:r>
      <w:r w:rsidR="00562A78" w:rsidRPr="00264077">
        <w:rPr>
          <w:rFonts w:ascii="Quasimoda Light" w:hAnsi="Quasimoda Light"/>
          <w:i/>
          <w:sz w:val="18"/>
          <w:szCs w:val="18"/>
        </w:rPr>
        <w:t xml:space="preserve"> </w:t>
      </w:r>
      <w:r w:rsidRPr="00264077">
        <w:rPr>
          <w:rFonts w:ascii="Quasimoda Light" w:hAnsi="Quasimoda Light"/>
          <w:i/>
          <w:sz w:val="18"/>
          <w:szCs w:val="18"/>
        </w:rPr>
        <w:t>the Castle of Heaven: A Portrait of Johann Sebastian Bach</w:t>
      </w:r>
      <w:r w:rsidRPr="00264077">
        <w:rPr>
          <w:rFonts w:ascii="Quasimoda Light" w:hAnsi="Quasimoda Light"/>
          <w:sz w:val="18"/>
          <w:szCs w:val="18"/>
        </w:rPr>
        <w:t>, was</w:t>
      </w:r>
      <w:r w:rsidR="00562A78" w:rsidRPr="00264077">
        <w:rPr>
          <w:rFonts w:ascii="Quasimoda Light" w:hAnsi="Quasimoda Light"/>
          <w:sz w:val="18"/>
          <w:szCs w:val="18"/>
        </w:rPr>
        <w:t xml:space="preserve"> </w:t>
      </w:r>
      <w:r w:rsidRPr="00264077">
        <w:rPr>
          <w:rFonts w:ascii="Quasimoda Light" w:hAnsi="Quasimoda Light"/>
          <w:sz w:val="18"/>
          <w:szCs w:val="18"/>
        </w:rPr>
        <w:t>published in October 2013 by Allen Lane, leading to the Prix des</w:t>
      </w:r>
      <w:r w:rsidR="00562A78" w:rsidRPr="00264077">
        <w:rPr>
          <w:rFonts w:ascii="Quasimoda Light" w:hAnsi="Quasimoda Light"/>
          <w:sz w:val="18"/>
          <w:szCs w:val="18"/>
        </w:rPr>
        <w:t xml:space="preserve"> </w:t>
      </w:r>
      <w:r w:rsidRPr="00264077">
        <w:rPr>
          <w:rFonts w:ascii="Quasimoda Light" w:hAnsi="Quasimoda Light"/>
          <w:sz w:val="18"/>
          <w:szCs w:val="18"/>
        </w:rPr>
        <w:t>Muses award (Singer-Polignac). Among numerous awards in</w:t>
      </w:r>
      <w:r w:rsidR="00562A78" w:rsidRPr="00264077">
        <w:rPr>
          <w:rFonts w:ascii="Quasimoda Light" w:hAnsi="Quasimoda Light"/>
          <w:sz w:val="18"/>
          <w:szCs w:val="18"/>
        </w:rPr>
        <w:t xml:space="preserve"> </w:t>
      </w:r>
      <w:r w:rsidRPr="00264077">
        <w:rPr>
          <w:rFonts w:ascii="Quasimoda Light" w:hAnsi="Quasimoda Light"/>
          <w:sz w:val="18"/>
          <w:szCs w:val="18"/>
        </w:rPr>
        <w:t>recognition of his work, Sir John Eliot Gardiner holds several</w:t>
      </w:r>
      <w:r w:rsidR="00562A78" w:rsidRPr="00264077">
        <w:rPr>
          <w:rFonts w:ascii="Quasimoda Light" w:hAnsi="Quasimoda Light"/>
          <w:sz w:val="18"/>
          <w:szCs w:val="18"/>
        </w:rPr>
        <w:t xml:space="preserve"> </w:t>
      </w:r>
      <w:r w:rsidRPr="00264077">
        <w:rPr>
          <w:rFonts w:ascii="Quasimoda Light" w:hAnsi="Quasimoda Light"/>
          <w:sz w:val="18"/>
          <w:szCs w:val="18"/>
        </w:rPr>
        <w:t>honorary doctorates. He was awarded a knighthood for his</w:t>
      </w:r>
      <w:r w:rsidR="00562A78" w:rsidRPr="00264077">
        <w:rPr>
          <w:rFonts w:ascii="Quasimoda Light" w:hAnsi="Quasimoda Light"/>
          <w:sz w:val="18"/>
          <w:szCs w:val="18"/>
        </w:rPr>
        <w:t xml:space="preserve"> </w:t>
      </w:r>
      <w:r w:rsidRPr="00264077">
        <w:rPr>
          <w:rFonts w:ascii="Quasimoda Light" w:hAnsi="Quasimoda Light"/>
          <w:sz w:val="18"/>
          <w:szCs w:val="18"/>
        </w:rPr>
        <w:t>services to music in the 1998 Queen’s Birthday Honours List.</w:t>
      </w:r>
    </w:p>
    <w:sectPr w:rsidR="0074643C" w:rsidRPr="00264077" w:rsidSect="007626C9">
      <w:headerReference w:type="default" r:id="rId9"/>
      <w:footerReference w:type="default" r:id="rId10"/>
      <w:pgSz w:w="11906" w:h="16838"/>
      <w:pgMar w:top="1440" w:right="1196" w:bottom="1560" w:left="1440" w:header="708" w:footer="38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D89829" w14:textId="77777777" w:rsidR="006E2EE0" w:rsidRDefault="006E2EE0" w:rsidP="00DE2E48">
      <w:pPr>
        <w:spacing w:after="0" w:line="240" w:lineRule="auto"/>
      </w:pPr>
      <w:r>
        <w:separator/>
      </w:r>
    </w:p>
  </w:endnote>
  <w:endnote w:type="continuationSeparator" w:id="0">
    <w:p w14:paraId="4249AD9D" w14:textId="77777777" w:rsidR="006E2EE0" w:rsidRDefault="006E2EE0" w:rsidP="00DE2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Didot LT Std">
    <w:panose1 w:val="00000500000000000000"/>
    <w:charset w:val="00"/>
    <w:family w:val="modern"/>
    <w:notTrueType/>
    <w:pitch w:val="variable"/>
    <w:sig w:usb0="800000AF" w:usb1="5000204A" w:usb2="00000000" w:usb3="00000000" w:csb0="00000001" w:csb1="00000000"/>
  </w:font>
  <w:font w:name="Quasimoda">
    <w:panose1 w:val="00000500000000000000"/>
    <w:charset w:val="00"/>
    <w:family w:val="modern"/>
    <w:notTrueType/>
    <w:pitch w:val="variable"/>
    <w:sig w:usb0="00000007" w:usb1="00000001" w:usb2="00000000" w:usb3="00000000" w:csb0="00000093" w:csb1="00000000"/>
  </w:font>
  <w:font w:name="Quasimoda Light">
    <w:panose1 w:val="00000400000000000000"/>
    <w:charset w:val="00"/>
    <w:family w:val="modern"/>
    <w:notTrueType/>
    <w:pitch w:val="variable"/>
    <w:sig w:usb0="00000007" w:usb1="00000001" w:usb2="00000000" w:usb3="00000000" w:csb0="00000093" w:csb1="00000000"/>
  </w:font>
  <w:font w:name="HelveticaNeueLT Std">
    <w:altName w:val="Arial"/>
    <w:panose1 w:val="020B0804020202020204"/>
    <w:charset w:val="00"/>
    <w:family w:val="swiss"/>
    <w:notTrueType/>
    <w:pitch w:val="variable"/>
    <w:sig w:usb0="800000AF" w:usb1="4000204A"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DEE3E" w14:textId="77777777" w:rsidR="00150495" w:rsidRDefault="0017377D" w:rsidP="00150495">
    <w:pPr>
      <w:pStyle w:val="Footer"/>
      <w:jc w:val="center"/>
      <w:rPr>
        <w:rFonts w:ascii="Quasimoda" w:hAnsi="Quasimoda"/>
        <w:sz w:val="15"/>
        <w:szCs w:val="15"/>
      </w:rPr>
    </w:pPr>
    <w:r w:rsidRPr="007626C9">
      <w:rPr>
        <w:rFonts w:ascii="Quasimoda" w:hAnsi="Quasimoda"/>
        <w:sz w:val="15"/>
        <w:szCs w:val="15"/>
      </w:rPr>
      <w:t>M</w:t>
    </w:r>
    <w:r w:rsidR="007626C9">
      <w:rPr>
        <w:rFonts w:ascii="Quasimoda" w:hAnsi="Quasimoda"/>
        <w:sz w:val="15"/>
        <w:szCs w:val="15"/>
      </w:rPr>
      <w:t xml:space="preserve">onteverdi Choir and Orchestras | </w:t>
    </w:r>
    <w:r w:rsidRPr="007626C9">
      <w:rPr>
        <w:rFonts w:ascii="Quasimoda" w:hAnsi="Quasimoda"/>
        <w:sz w:val="15"/>
        <w:szCs w:val="15"/>
      </w:rPr>
      <w:t>Level 12, 20 Bank Street,</w:t>
    </w:r>
    <w:r w:rsidR="007626C9">
      <w:rPr>
        <w:rFonts w:ascii="Quasimoda" w:hAnsi="Quasimoda"/>
        <w:sz w:val="15"/>
        <w:szCs w:val="15"/>
      </w:rPr>
      <w:t xml:space="preserve"> </w:t>
    </w:r>
    <w:r w:rsidRPr="007626C9">
      <w:rPr>
        <w:rFonts w:ascii="Quasimoda" w:hAnsi="Quasimoda"/>
        <w:sz w:val="15"/>
        <w:szCs w:val="15"/>
      </w:rPr>
      <w:t>Canary Wharf, London E14 4AD</w:t>
    </w:r>
    <w:r w:rsidR="007626C9">
      <w:rPr>
        <w:rFonts w:ascii="Quasimoda" w:hAnsi="Quasimoda"/>
        <w:sz w:val="15"/>
        <w:szCs w:val="15"/>
      </w:rPr>
      <w:t>, UK</w:t>
    </w:r>
  </w:p>
  <w:p w14:paraId="18650A67" w14:textId="06A4D2A3" w:rsidR="0017377D" w:rsidRPr="007626C9" w:rsidRDefault="0017377D" w:rsidP="00150495">
    <w:pPr>
      <w:pStyle w:val="Footer"/>
      <w:jc w:val="center"/>
      <w:rPr>
        <w:rFonts w:ascii="Quasimoda" w:hAnsi="Quasimoda"/>
        <w:sz w:val="15"/>
        <w:szCs w:val="15"/>
      </w:rPr>
    </w:pPr>
    <w:r w:rsidRPr="007626C9">
      <w:rPr>
        <w:rFonts w:ascii="Quasimoda" w:hAnsi="Quasimoda"/>
        <w:sz w:val="15"/>
        <w:szCs w:val="15"/>
      </w:rPr>
      <w:t>Registered charity 27227</w:t>
    </w:r>
    <w:r w:rsidR="003476EE">
      <w:rPr>
        <w:rFonts w:ascii="Quasimoda" w:hAnsi="Quasimoda"/>
        <w:sz w:val="15"/>
        <w:szCs w:val="15"/>
      </w:rPr>
      <w:t>9</w:t>
    </w:r>
    <w:r w:rsidR="007626C9">
      <w:rPr>
        <w:rFonts w:ascii="Quasimoda" w:hAnsi="Quasimoda"/>
        <w:sz w:val="15"/>
        <w:szCs w:val="15"/>
      </w:rPr>
      <w:t xml:space="preserve"> | </w:t>
    </w:r>
    <w:r w:rsidRPr="007626C9">
      <w:rPr>
        <w:rFonts w:ascii="Quasimoda" w:hAnsi="Quasimoda"/>
        <w:sz w:val="15"/>
        <w:szCs w:val="15"/>
      </w:rPr>
      <w:t>Company registered in England &amp; Wales 1277513</w:t>
    </w:r>
  </w:p>
  <w:p w14:paraId="32577FD7" w14:textId="61D0250F" w:rsidR="0017377D" w:rsidRPr="007626C9" w:rsidRDefault="0017377D" w:rsidP="0017377D">
    <w:pPr>
      <w:pStyle w:val="Footer"/>
      <w:ind w:left="1560"/>
      <w:rPr>
        <w:rFonts w:ascii="Quasimoda" w:hAnsi="Quasimoda"/>
        <w:sz w:val="15"/>
        <w:szCs w:val="15"/>
      </w:rPr>
    </w:pPr>
    <w:r w:rsidRPr="007626C9">
      <w:rPr>
        <w:rFonts w:ascii="Quasimoda" w:hAnsi="Quasimoda"/>
        <w:sz w:val="15"/>
        <w:szCs w:val="15"/>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78ADA" w14:textId="77777777" w:rsidR="006E2EE0" w:rsidRDefault="006E2EE0" w:rsidP="00DE2E48">
      <w:pPr>
        <w:spacing w:after="0" w:line="240" w:lineRule="auto"/>
      </w:pPr>
      <w:r>
        <w:separator/>
      </w:r>
    </w:p>
  </w:footnote>
  <w:footnote w:type="continuationSeparator" w:id="0">
    <w:p w14:paraId="6C01AD6C" w14:textId="77777777" w:rsidR="006E2EE0" w:rsidRDefault="006E2EE0" w:rsidP="00DE2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A7CBD" w14:textId="77777777" w:rsidR="0017377D" w:rsidRDefault="0017377D" w:rsidP="00224FB2">
    <w:pPr>
      <w:pStyle w:val="Header"/>
      <w:rPr>
        <w:rFonts w:ascii="HelveticaNeueLT Std" w:hAnsi="HelveticaNeueLT Std"/>
        <w:sz w:val="15"/>
        <w:szCs w:val="15"/>
      </w:rPr>
    </w:pPr>
    <w:bookmarkStart w:id="1" w:name="_Hlk520120867"/>
    <w:bookmarkStart w:id="2" w:name="_Hlk520120868"/>
    <w:r>
      <w:rPr>
        <w:noProof/>
      </w:rPr>
      <w:drawing>
        <wp:anchor distT="0" distB="0" distL="114300" distR="114300" simplePos="0" relativeHeight="251658240" behindDoc="0" locked="0" layoutInCell="1" allowOverlap="1" wp14:anchorId="3D4F7DE2" wp14:editId="03175642">
          <wp:simplePos x="0" y="0"/>
          <wp:positionH relativeFrom="page">
            <wp:align>center</wp:align>
          </wp:positionH>
          <wp:positionV relativeFrom="paragraph">
            <wp:posOffset>-345671</wp:posOffset>
          </wp:positionV>
          <wp:extent cx="1842135" cy="638175"/>
          <wp:effectExtent l="0" t="0" r="0" b="9525"/>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NEWmco-logo-rgb.png"/>
                  <pic:cNvPicPr/>
                </pic:nvPicPr>
                <pic:blipFill rotWithShape="1">
                  <a:blip r:embed="rId1">
                    <a:extLst>
                      <a:ext uri="{28A0092B-C50C-407E-A947-70E740481C1C}">
                        <a14:useLocalDpi xmlns:a14="http://schemas.microsoft.com/office/drawing/2010/main" val="0"/>
                      </a:ext>
                    </a:extLst>
                  </a:blip>
                  <a:srcRect l="10740" t="11194" r="10024" b="26730"/>
                  <a:stretch/>
                </pic:blipFill>
                <pic:spPr bwMode="auto">
                  <a:xfrm>
                    <a:off x="0" y="0"/>
                    <a:ext cx="1842135"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F300CF7" w14:textId="77777777" w:rsidR="0017377D" w:rsidRDefault="0017377D" w:rsidP="00224FB2">
    <w:pPr>
      <w:pStyle w:val="Header"/>
      <w:rPr>
        <w:rFonts w:ascii="HelveticaNeueLT Std" w:hAnsi="HelveticaNeueLT Std"/>
        <w:sz w:val="15"/>
        <w:szCs w:val="15"/>
      </w:rPr>
    </w:pPr>
  </w:p>
  <w:p w14:paraId="216E4350" w14:textId="77777777" w:rsidR="0017377D" w:rsidRDefault="0017377D" w:rsidP="00224FB2">
    <w:pPr>
      <w:pStyle w:val="Header"/>
      <w:rPr>
        <w:rFonts w:ascii="HelveticaNeueLT Std" w:hAnsi="HelveticaNeueLT Std"/>
        <w:sz w:val="15"/>
        <w:szCs w:val="15"/>
      </w:rPr>
    </w:pPr>
  </w:p>
  <w:p w14:paraId="1E1916FA" w14:textId="77777777" w:rsidR="0017377D" w:rsidRDefault="0017377D" w:rsidP="00224FB2">
    <w:pPr>
      <w:pStyle w:val="Header"/>
      <w:rPr>
        <w:rFonts w:ascii="HelveticaNeueLT Std" w:hAnsi="HelveticaNeueLT Std"/>
        <w:sz w:val="15"/>
        <w:szCs w:val="15"/>
      </w:rPr>
    </w:pPr>
  </w:p>
  <w:p w14:paraId="3903D128" w14:textId="3A48DB83" w:rsidR="0017377D" w:rsidRPr="007626C9" w:rsidRDefault="0017377D" w:rsidP="00150495">
    <w:pPr>
      <w:pStyle w:val="Header"/>
      <w:jc w:val="center"/>
      <w:rPr>
        <w:rFonts w:ascii="Quasimoda" w:hAnsi="Quasimoda"/>
        <w:b/>
        <w:sz w:val="15"/>
        <w:szCs w:val="15"/>
      </w:rPr>
    </w:pPr>
    <w:r w:rsidRPr="007626C9">
      <w:rPr>
        <w:rFonts w:ascii="Quasimoda" w:hAnsi="Quasimoda"/>
        <w:b/>
        <w:sz w:val="15"/>
        <w:szCs w:val="15"/>
      </w:rPr>
      <w:t>Monteverdi Choir | English Baroque Soloists | Orchestre Révolutionnaire et Romantique</w:t>
    </w:r>
  </w:p>
  <w:p w14:paraId="627BCB96" w14:textId="181A1645" w:rsidR="0017377D" w:rsidRPr="007626C9" w:rsidRDefault="0017377D" w:rsidP="00150495">
    <w:pPr>
      <w:pStyle w:val="Header"/>
      <w:jc w:val="center"/>
      <w:rPr>
        <w:rFonts w:ascii="Quasimoda" w:hAnsi="Quasimoda"/>
        <w:b/>
        <w:sz w:val="15"/>
        <w:szCs w:val="15"/>
      </w:rPr>
    </w:pPr>
    <w:r w:rsidRPr="007626C9">
      <w:rPr>
        <w:rFonts w:ascii="Quasimoda" w:hAnsi="Quasimoda"/>
        <w:b/>
        <w:sz w:val="15"/>
        <w:szCs w:val="15"/>
      </w:rPr>
      <w:t>Artistic Director: Sir John Eliot Gardiner | General Director: Rosa Solinas</w:t>
    </w:r>
  </w:p>
  <w:bookmarkEnd w:id="1"/>
  <w:bookmarkEnd w:id="2"/>
  <w:p w14:paraId="423E3473" w14:textId="77777777" w:rsidR="0017377D" w:rsidRDefault="0017377D" w:rsidP="007626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E48"/>
    <w:rsid w:val="00012BD2"/>
    <w:rsid w:val="00023CE2"/>
    <w:rsid w:val="000309D5"/>
    <w:rsid w:val="000614C8"/>
    <w:rsid w:val="00067996"/>
    <w:rsid w:val="000E7577"/>
    <w:rsid w:val="001046E3"/>
    <w:rsid w:val="001407A5"/>
    <w:rsid w:val="00150495"/>
    <w:rsid w:val="001550A6"/>
    <w:rsid w:val="00157AD2"/>
    <w:rsid w:val="0017377D"/>
    <w:rsid w:val="001B7B64"/>
    <w:rsid w:val="001C6406"/>
    <w:rsid w:val="001F0D79"/>
    <w:rsid w:val="001F7EB8"/>
    <w:rsid w:val="00224FB2"/>
    <w:rsid w:val="00254DC2"/>
    <w:rsid w:val="00264077"/>
    <w:rsid w:val="002A25C5"/>
    <w:rsid w:val="00327A7F"/>
    <w:rsid w:val="003476EE"/>
    <w:rsid w:val="003847D7"/>
    <w:rsid w:val="0039307D"/>
    <w:rsid w:val="003A571F"/>
    <w:rsid w:val="003A7EB3"/>
    <w:rsid w:val="003C2B99"/>
    <w:rsid w:val="004135C5"/>
    <w:rsid w:val="00423354"/>
    <w:rsid w:val="004347B9"/>
    <w:rsid w:val="00442FDF"/>
    <w:rsid w:val="0045101A"/>
    <w:rsid w:val="00480956"/>
    <w:rsid w:val="004A1A86"/>
    <w:rsid w:val="004A5B20"/>
    <w:rsid w:val="004D2C77"/>
    <w:rsid w:val="004E2D5A"/>
    <w:rsid w:val="004F68D8"/>
    <w:rsid w:val="005159E4"/>
    <w:rsid w:val="0053134E"/>
    <w:rsid w:val="00531FF4"/>
    <w:rsid w:val="00555765"/>
    <w:rsid w:val="00557F69"/>
    <w:rsid w:val="00562A78"/>
    <w:rsid w:val="00567702"/>
    <w:rsid w:val="005950D7"/>
    <w:rsid w:val="005B1DF2"/>
    <w:rsid w:val="005D6FF1"/>
    <w:rsid w:val="00613A72"/>
    <w:rsid w:val="006176A4"/>
    <w:rsid w:val="006270F9"/>
    <w:rsid w:val="006333B7"/>
    <w:rsid w:val="00694A3C"/>
    <w:rsid w:val="006973E0"/>
    <w:rsid w:val="006C0096"/>
    <w:rsid w:val="006D0538"/>
    <w:rsid w:val="006E2EE0"/>
    <w:rsid w:val="006F0451"/>
    <w:rsid w:val="006F2D16"/>
    <w:rsid w:val="0074643C"/>
    <w:rsid w:val="007626C9"/>
    <w:rsid w:val="007743CF"/>
    <w:rsid w:val="007845E5"/>
    <w:rsid w:val="00784D8E"/>
    <w:rsid w:val="007951FC"/>
    <w:rsid w:val="007B68E5"/>
    <w:rsid w:val="007F35B6"/>
    <w:rsid w:val="008529D0"/>
    <w:rsid w:val="008D7822"/>
    <w:rsid w:val="008E4E48"/>
    <w:rsid w:val="00950F33"/>
    <w:rsid w:val="00956ED8"/>
    <w:rsid w:val="00973E06"/>
    <w:rsid w:val="00976F44"/>
    <w:rsid w:val="009C05E5"/>
    <w:rsid w:val="009D435B"/>
    <w:rsid w:val="009E25FA"/>
    <w:rsid w:val="00A512E0"/>
    <w:rsid w:val="00A90788"/>
    <w:rsid w:val="00AB0260"/>
    <w:rsid w:val="00AC41C8"/>
    <w:rsid w:val="00AF0987"/>
    <w:rsid w:val="00B27699"/>
    <w:rsid w:val="00B41757"/>
    <w:rsid w:val="00B847D0"/>
    <w:rsid w:val="00BA4A4A"/>
    <w:rsid w:val="00BF458E"/>
    <w:rsid w:val="00C94692"/>
    <w:rsid w:val="00CB3314"/>
    <w:rsid w:val="00CD656D"/>
    <w:rsid w:val="00CE676E"/>
    <w:rsid w:val="00D868AD"/>
    <w:rsid w:val="00DB63FB"/>
    <w:rsid w:val="00DC0F0D"/>
    <w:rsid w:val="00DC0F54"/>
    <w:rsid w:val="00DE2E48"/>
    <w:rsid w:val="00E2075C"/>
    <w:rsid w:val="00E276BD"/>
    <w:rsid w:val="00EC00F6"/>
    <w:rsid w:val="00EE4DC2"/>
    <w:rsid w:val="00EF5D8A"/>
    <w:rsid w:val="00F2352A"/>
    <w:rsid w:val="00F40204"/>
    <w:rsid w:val="00F521CE"/>
    <w:rsid w:val="00F572F8"/>
    <w:rsid w:val="00F65E89"/>
    <w:rsid w:val="00FB255A"/>
    <w:rsid w:val="00FF08D9"/>
    <w:rsid w:val="00FF7A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F5A6BB"/>
  <w15:chartTrackingRefBased/>
  <w15:docId w15:val="{20EFCBB8-18CF-4934-AA78-D22DD3E4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2E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DE2E48"/>
  </w:style>
  <w:style w:type="paragraph" w:styleId="Footer">
    <w:name w:val="footer"/>
    <w:basedOn w:val="Normal"/>
    <w:link w:val="FooterChar"/>
    <w:uiPriority w:val="99"/>
    <w:unhideWhenUsed/>
    <w:rsid w:val="00DE2E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E2E48"/>
  </w:style>
  <w:style w:type="table" w:styleId="TableGrid">
    <w:name w:val="Table Grid"/>
    <w:basedOn w:val="TableNormal"/>
    <w:uiPriority w:val="39"/>
    <w:rsid w:val="00DE2E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F08D9"/>
  </w:style>
  <w:style w:type="paragraph" w:styleId="BalloonText">
    <w:name w:val="Balloon Text"/>
    <w:basedOn w:val="Normal"/>
    <w:link w:val="BalloonTextChar"/>
    <w:uiPriority w:val="99"/>
    <w:semiHidden/>
    <w:unhideWhenUsed/>
    <w:rsid w:val="006F04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4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335949">
      <w:bodyDiv w:val="1"/>
      <w:marLeft w:val="0"/>
      <w:marRight w:val="0"/>
      <w:marTop w:val="0"/>
      <w:marBottom w:val="0"/>
      <w:divBdr>
        <w:top w:val="none" w:sz="0" w:space="0" w:color="auto"/>
        <w:left w:val="none" w:sz="0" w:space="0" w:color="auto"/>
        <w:bottom w:val="none" w:sz="0" w:space="0" w:color="auto"/>
        <w:right w:val="none" w:sz="0" w:space="0" w:color="auto"/>
      </w:divBdr>
    </w:div>
    <w:div w:id="1071656222">
      <w:bodyDiv w:val="1"/>
      <w:marLeft w:val="0"/>
      <w:marRight w:val="0"/>
      <w:marTop w:val="0"/>
      <w:marBottom w:val="0"/>
      <w:divBdr>
        <w:top w:val="none" w:sz="0" w:space="0" w:color="auto"/>
        <w:left w:val="none" w:sz="0" w:space="0" w:color="auto"/>
        <w:bottom w:val="none" w:sz="0" w:space="0" w:color="auto"/>
        <w:right w:val="none" w:sz="0" w:space="0" w:color="auto"/>
      </w:divBdr>
    </w:div>
    <w:div w:id="1403673077">
      <w:bodyDiv w:val="1"/>
      <w:marLeft w:val="0"/>
      <w:marRight w:val="0"/>
      <w:marTop w:val="0"/>
      <w:marBottom w:val="0"/>
      <w:divBdr>
        <w:top w:val="none" w:sz="0" w:space="0" w:color="auto"/>
        <w:left w:val="none" w:sz="0" w:space="0" w:color="auto"/>
        <w:bottom w:val="none" w:sz="0" w:space="0" w:color="auto"/>
        <w:right w:val="none" w:sz="0" w:space="0" w:color="auto"/>
      </w:divBdr>
    </w:div>
    <w:div w:id="1869445148">
      <w:bodyDiv w:val="1"/>
      <w:marLeft w:val="0"/>
      <w:marRight w:val="0"/>
      <w:marTop w:val="0"/>
      <w:marBottom w:val="0"/>
      <w:divBdr>
        <w:top w:val="none" w:sz="0" w:space="0" w:color="auto"/>
        <w:left w:val="none" w:sz="0" w:space="0" w:color="auto"/>
        <w:bottom w:val="none" w:sz="0" w:space="0" w:color="auto"/>
        <w:right w:val="none" w:sz="0" w:space="0" w:color="auto"/>
      </w:divBdr>
    </w:div>
    <w:div w:id="210607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3EAEB4-851B-40C0-A34D-A45719414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471</Words>
  <Characters>2688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MON-Marketing</dc:creator>
  <cp:keywords/>
  <dc:description/>
  <cp:lastModifiedBy>Conor O'Dwyer</cp:lastModifiedBy>
  <cp:revision>7</cp:revision>
  <cp:lastPrinted>2018-01-17T12:03:00Z</cp:lastPrinted>
  <dcterms:created xsi:type="dcterms:W3CDTF">2019-04-18T13:08:00Z</dcterms:created>
  <dcterms:modified xsi:type="dcterms:W3CDTF">2019-12-05T10:35:00Z</dcterms:modified>
</cp:coreProperties>
</file>