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E21F7" w14:textId="77777777" w:rsidR="00FA436B" w:rsidRPr="00FA436B" w:rsidRDefault="00FA436B" w:rsidP="00FA436B">
      <w:pPr>
        <w:rPr>
          <w:rFonts w:eastAsia="Times New Roman" w:cs="Arial"/>
          <w:b/>
          <w:color w:val="131313"/>
          <w:lang w:eastAsia="en-GB"/>
        </w:rPr>
      </w:pPr>
    </w:p>
    <w:p w14:paraId="07EE7E55" w14:textId="1E315F46" w:rsidR="0074544D" w:rsidRDefault="00C60EA7" w:rsidP="00FA436B">
      <w:pPr>
        <w:rPr>
          <w:rFonts w:ascii="Quasimoda Light" w:eastAsia="Times New Roman" w:hAnsi="Quasimoda Light" w:cs="Arial"/>
          <w:b/>
          <w:color w:val="131313"/>
          <w:lang w:eastAsia="en-GB"/>
        </w:rPr>
      </w:pPr>
      <w:r>
        <w:rPr>
          <w:rFonts w:ascii="Quasimoda Light" w:eastAsia="Times New Roman" w:hAnsi="Quasimoda Light" w:cs="Arial"/>
          <w:b/>
          <w:color w:val="131313"/>
          <w:lang w:eastAsia="en-GB"/>
        </w:rPr>
        <w:t>ANTOINE TAMESTIT</w:t>
      </w:r>
      <w:r w:rsidR="00791753">
        <w:rPr>
          <w:rFonts w:ascii="Quasimoda Light" w:eastAsia="Times New Roman" w:hAnsi="Quasimoda Light" w:cs="Arial"/>
          <w:b/>
          <w:color w:val="131313"/>
          <w:lang w:eastAsia="en-GB"/>
        </w:rPr>
        <w:t xml:space="preserve"> - viola</w:t>
      </w:r>
    </w:p>
    <w:p w14:paraId="05334F2D" w14:textId="60BCFB13" w:rsidR="00791753" w:rsidRPr="00791753" w:rsidRDefault="00791753" w:rsidP="00791753">
      <w:pPr>
        <w:rPr>
          <w:rFonts w:ascii="Quasimoda Light" w:hAnsi="Quasimoda Light"/>
        </w:rPr>
      </w:pPr>
      <w:r w:rsidRPr="00791753">
        <w:rPr>
          <w:rFonts w:ascii="Quasimoda Light" w:hAnsi="Quasimoda Light"/>
        </w:rPr>
        <w:t xml:space="preserve">Antoine </w:t>
      </w:r>
      <w:proofErr w:type="spellStart"/>
      <w:r w:rsidRPr="00791753">
        <w:rPr>
          <w:rFonts w:ascii="Quasimoda Light" w:hAnsi="Quasimoda Light"/>
        </w:rPr>
        <w:t>Tamestit</w:t>
      </w:r>
      <w:proofErr w:type="spellEnd"/>
      <w:r w:rsidRPr="00791753">
        <w:rPr>
          <w:rFonts w:ascii="Quasimoda Light" w:hAnsi="Quasimoda Light"/>
        </w:rPr>
        <w:t xml:space="preserve"> has been described as possessing “a flawless </w:t>
      </w:r>
      <w:proofErr w:type="gramStart"/>
      <w:r w:rsidRPr="00791753">
        <w:rPr>
          <w:rFonts w:ascii="Quasimoda Light" w:hAnsi="Quasimoda Light"/>
        </w:rPr>
        <w:t>technique, and</w:t>
      </w:r>
      <w:proofErr w:type="gramEnd"/>
      <w:r w:rsidRPr="00791753">
        <w:rPr>
          <w:rFonts w:ascii="Quasimoda Light" w:hAnsi="Quasimoda Light"/>
        </w:rPr>
        <w:t xml:space="preserve"> combines effortless musicality with an easy communicative power” (</w:t>
      </w:r>
      <w:proofErr w:type="spellStart"/>
      <w:r w:rsidRPr="00791753">
        <w:rPr>
          <w:rFonts w:ascii="Quasimoda Light" w:hAnsi="Quasimoda Light"/>
        </w:rPr>
        <w:t>Bachtrack</w:t>
      </w:r>
      <w:proofErr w:type="spellEnd"/>
      <w:r w:rsidRPr="00791753">
        <w:rPr>
          <w:rFonts w:ascii="Quasimoda Light" w:hAnsi="Quasimoda Light"/>
        </w:rPr>
        <w:t xml:space="preserve">). He has achieved the rare distinction as a violist of being in constant demand as a </w:t>
      </w:r>
      <w:proofErr w:type="spellStart"/>
      <w:proofErr w:type="gramStart"/>
      <w:r w:rsidRPr="00791753">
        <w:rPr>
          <w:rFonts w:ascii="Quasimoda Light" w:hAnsi="Quasimoda Light"/>
        </w:rPr>
        <w:t>soloist,recitalist</w:t>
      </w:r>
      <w:proofErr w:type="spellEnd"/>
      <w:proofErr w:type="gramEnd"/>
      <w:r w:rsidRPr="00791753">
        <w:rPr>
          <w:rFonts w:ascii="Quasimoda Light" w:hAnsi="Quasimoda Light"/>
        </w:rPr>
        <w:t xml:space="preserve"> and chamber musician. In addition to his peerless technique, he is known for the depth and beauty of his sound with its rich, deep, burnished quality. His repertoire is broad, ranging from the Baroque to the contemporary, and he has performed and recorded several world premieres.</w:t>
      </w:r>
    </w:p>
    <w:p w14:paraId="39C71989" w14:textId="71A84DC9" w:rsidR="00791753" w:rsidRPr="00791753" w:rsidRDefault="00791753" w:rsidP="00791753">
      <w:pPr>
        <w:rPr>
          <w:rFonts w:ascii="Quasimoda Light" w:hAnsi="Quasimoda Light"/>
        </w:rPr>
      </w:pPr>
      <w:r w:rsidRPr="00791753">
        <w:rPr>
          <w:rFonts w:ascii="Quasimoda Light" w:hAnsi="Quasimoda Light"/>
        </w:rPr>
        <w:t xml:space="preserve">In the 2017/18 season </w:t>
      </w:r>
      <w:proofErr w:type="spellStart"/>
      <w:r w:rsidRPr="00791753">
        <w:rPr>
          <w:rFonts w:ascii="Quasimoda Light" w:hAnsi="Quasimoda Light"/>
        </w:rPr>
        <w:t>Tamestit</w:t>
      </w:r>
      <w:proofErr w:type="spellEnd"/>
      <w:r w:rsidRPr="00791753">
        <w:rPr>
          <w:rFonts w:ascii="Quasimoda Light" w:hAnsi="Quasimoda Light"/>
        </w:rPr>
        <w:t xml:space="preserve"> is Artist-in-Residence with the Frankfurt Radio Symphony Orchestra, Stavanger Symphony Orchestra, Wiener </w:t>
      </w:r>
      <w:proofErr w:type="spellStart"/>
      <w:r w:rsidRPr="00791753">
        <w:rPr>
          <w:rFonts w:ascii="Quasimoda Light" w:hAnsi="Quasimoda Light"/>
        </w:rPr>
        <w:t>Konzerthaus</w:t>
      </w:r>
      <w:proofErr w:type="spellEnd"/>
      <w:r w:rsidRPr="00791753">
        <w:rPr>
          <w:rFonts w:ascii="Quasimoda Light" w:hAnsi="Quasimoda Light"/>
        </w:rPr>
        <w:t xml:space="preserve"> and </w:t>
      </w:r>
      <w:proofErr w:type="spellStart"/>
      <w:r w:rsidRPr="00791753">
        <w:rPr>
          <w:rFonts w:ascii="Quasimoda Light" w:hAnsi="Quasimoda Light"/>
        </w:rPr>
        <w:t>Konzerthaus</w:t>
      </w:r>
      <w:proofErr w:type="spellEnd"/>
      <w:r w:rsidRPr="00791753">
        <w:rPr>
          <w:rFonts w:ascii="Quasimoda Light" w:hAnsi="Quasimoda Light"/>
        </w:rPr>
        <w:t xml:space="preserve"> Dortmund. Other engagements in this season include a tour with the Orchestre de Paris, concerts with the Leipzig </w:t>
      </w:r>
      <w:proofErr w:type="spellStart"/>
      <w:r w:rsidRPr="00791753">
        <w:rPr>
          <w:rFonts w:ascii="Quasimoda Light" w:hAnsi="Quasimoda Light"/>
        </w:rPr>
        <w:t>Gewandhaus</w:t>
      </w:r>
      <w:proofErr w:type="spellEnd"/>
      <w:r w:rsidRPr="00791753">
        <w:rPr>
          <w:rFonts w:ascii="Quasimoda Light" w:hAnsi="Quasimoda Light"/>
        </w:rPr>
        <w:t xml:space="preserve"> Orchestra, Orchestre Révolutionnaire et Romantique Finnish Radio Symphony Orchestra, Swedish Cha</w:t>
      </w:r>
      <w:bookmarkStart w:id="0" w:name="_GoBack"/>
      <w:bookmarkEnd w:id="0"/>
      <w:r w:rsidRPr="00791753">
        <w:rPr>
          <w:rFonts w:ascii="Quasimoda Light" w:hAnsi="Quasimoda Light"/>
        </w:rPr>
        <w:t xml:space="preserve">mber Orchestra, Orchestre de </w:t>
      </w:r>
      <w:proofErr w:type="spellStart"/>
      <w:r w:rsidRPr="00791753">
        <w:rPr>
          <w:rFonts w:ascii="Quasimoda Light" w:hAnsi="Quasimoda Light"/>
        </w:rPr>
        <w:t>Chambre</w:t>
      </w:r>
      <w:proofErr w:type="spellEnd"/>
      <w:r w:rsidRPr="00791753">
        <w:rPr>
          <w:rFonts w:ascii="Quasimoda Light" w:hAnsi="Quasimoda Light"/>
        </w:rPr>
        <w:t xml:space="preserve"> de Lausanne, Seoul Philharmonic, and with the Netherlands Radio Philharmonic he will premiere a new concerto by </w:t>
      </w:r>
      <w:proofErr w:type="spellStart"/>
      <w:r w:rsidRPr="00791753">
        <w:rPr>
          <w:rFonts w:ascii="Quasimoda Light" w:hAnsi="Quasimoda Light"/>
        </w:rPr>
        <w:t>Theirry</w:t>
      </w:r>
      <w:proofErr w:type="spellEnd"/>
      <w:r w:rsidRPr="00791753">
        <w:rPr>
          <w:rFonts w:ascii="Quasimoda Light" w:hAnsi="Quasimoda Light"/>
        </w:rPr>
        <w:t xml:space="preserve"> </w:t>
      </w:r>
      <w:proofErr w:type="spellStart"/>
      <w:r w:rsidRPr="00791753">
        <w:rPr>
          <w:rFonts w:ascii="Quasimoda Light" w:hAnsi="Quasimoda Light"/>
        </w:rPr>
        <w:t>Escaich</w:t>
      </w:r>
      <w:proofErr w:type="spellEnd"/>
      <w:r w:rsidRPr="00791753">
        <w:rPr>
          <w:rFonts w:ascii="Quasimoda Light" w:hAnsi="Quasimoda Light"/>
        </w:rPr>
        <w:t>.</w:t>
      </w:r>
    </w:p>
    <w:p w14:paraId="6A2D6A77" w14:textId="0E669018" w:rsidR="00791753" w:rsidRPr="00791753" w:rsidRDefault="00791753" w:rsidP="00791753">
      <w:pPr>
        <w:rPr>
          <w:rFonts w:ascii="Quasimoda Light" w:hAnsi="Quasimoda Light"/>
        </w:rPr>
      </w:pPr>
      <w:proofErr w:type="spellStart"/>
      <w:r w:rsidRPr="00791753">
        <w:rPr>
          <w:rFonts w:ascii="Quasimoda Light" w:hAnsi="Quasimoda Light"/>
        </w:rPr>
        <w:t>Tamestit</w:t>
      </w:r>
      <w:proofErr w:type="spellEnd"/>
      <w:r w:rsidRPr="00791753">
        <w:rPr>
          <w:rFonts w:ascii="Quasimoda Light" w:hAnsi="Quasimoda Light"/>
        </w:rPr>
        <w:t xml:space="preserve"> gave the world premiere performance of </w:t>
      </w:r>
      <w:proofErr w:type="spellStart"/>
      <w:r w:rsidRPr="00791753">
        <w:rPr>
          <w:rFonts w:ascii="Quasimoda Light" w:hAnsi="Quasimoda Light"/>
        </w:rPr>
        <w:t>Jörg</w:t>
      </w:r>
      <w:proofErr w:type="spellEnd"/>
      <w:r w:rsidRPr="00791753">
        <w:rPr>
          <w:rFonts w:ascii="Quasimoda Light" w:hAnsi="Quasimoda Light"/>
        </w:rPr>
        <w:t xml:space="preserve"> </w:t>
      </w:r>
      <w:proofErr w:type="spellStart"/>
      <w:r w:rsidRPr="00791753">
        <w:rPr>
          <w:rFonts w:ascii="Quasimoda Light" w:hAnsi="Quasimoda Light"/>
        </w:rPr>
        <w:t>Widmann’s</w:t>
      </w:r>
      <w:proofErr w:type="spellEnd"/>
      <w:r w:rsidRPr="00791753">
        <w:rPr>
          <w:rFonts w:ascii="Quasimoda Light" w:hAnsi="Quasimoda Light"/>
        </w:rPr>
        <w:t xml:space="preserve"> Viola Concerto in 2015 with the Orchestre de Paris and Paavo </w:t>
      </w:r>
      <w:proofErr w:type="spellStart"/>
      <w:r w:rsidRPr="00791753">
        <w:rPr>
          <w:rFonts w:ascii="Quasimoda Light" w:hAnsi="Quasimoda Light"/>
        </w:rPr>
        <w:t>Järvi</w:t>
      </w:r>
      <w:proofErr w:type="spellEnd"/>
      <w:r w:rsidRPr="00791753">
        <w:rPr>
          <w:rFonts w:ascii="Quasimoda Light" w:hAnsi="Quasimoda Light"/>
        </w:rPr>
        <w:t xml:space="preserve">, and in the same season gave performances with the co-commissioners, Swedish Radio Symphony and Bavarian Radio Symphony Orchestra, under Daniel Harding. In 2016/17 he performed the concerto with the City of Birmingham Symphony Orchestra under </w:t>
      </w:r>
      <w:proofErr w:type="spellStart"/>
      <w:r w:rsidRPr="00791753">
        <w:rPr>
          <w:rFonts w:ascii="Quasimoda Light" w:hAnsi="Quasimoda Light"/>
        </w:rPr>
        <w:t>Mirga</w:t>
      </w:r>
      <w:proofErr w:type="spellEnd"/>
      <w:r w:rsidRPr="00791753">
        <w:rPr>
          <w:rFonts w:ascii="Quasimoda Light" w:hAnsi="Quasimoda Light"/>
        </w:rPr>
        <w:t xml:space="preserve"> </w:t>
      </w:r>
      <w:proofErr w:type="spellStart"/>
      <w:r w:rsidRPr="00791753">
        <w:rPr>
          <w:rFonts w:ascii="Quasimoda Light" w:hAnsi="Quasimoda Light"/>
        </w:rPr>
        <w:t>Gražinytė-Tyla</w:t>
      </w:r>
      <w:proofErr w:type="spellEnd"/>
      <w:r w:rsidRPr="00791753">
        <w:rPr>
          <w:rFonts w:ascii="Quasimoda Light" w:hAnsi="Quasimoda Light"/>
        </w:rPr>
        <w:t xml:space="preserve"> and the Danish Radio Symphony Orchestra and Joshua Weilerstein. </w:t>
      </w:r>
    </w:p>
    <w:p w14:paraId="020D23B1" w14:textId="5F9CFCED" w:rsidR="00791753" w:rsidRPr="00791753" w:rsidRDefault="00791753" w:rsidP="00791753">
      <w:pPr>
        <w:rPr>
          <w:rFonts w:ascii="Quasimoda Light" w:hAnsi="Quasimoda Light"/>
        </w:rPr>
      </w:pPr>
      <w:r w:rsidRPr="00791753">
        <w:rPr>
          <w:rFonts w:ascii="Quasimoda Light" w:hAnsi="Quasimoda Light"/>
        </w:rPr>
        <w:t xml:space="preserve">This season </w:t>
      </w:r>
      <w:proofErr w:type="spellStart"/>
      <w:r w:rsidRPr="00791753">
        <w:rPr>
          <w:rFonts w:ascii="Quasimoda Light" w:hAnsi="Quasimoda Light"/>
        </w:rPr>
        <w:t>Tamestit</w:t>
      </w:r>
      <w:proofErr w:type="spellEnd"/>
      <w:r w:rsidRPr="00791753">
        <w:rPr>
          <w:rFonts w:ascii="Quasimoda Light" w:hAnsi="Quasimoda Light"/>
        </w:rPr>
        <w:t xml:space="preserve"> is a founding member of Trio Zimmermann with Frank Peter Zimmermann and Christian </w:t>
      </w:r>
      <w:proofErr w:type="spellStart"/>
      <w:r w:rsidRPr="00791753">
        <w:rPr>
          <w:rFonts w:ascii="Quasimoda Light" w:hAnsi="Quasimoda Light"/>
        </w:rPr>
        <w:t>Poltera</w:t>
      </w:r>
      <w:proofErr w:type="spellEnd"/>
      <w:r w:rsidRPr="00791753">
        <w:rPr>
          <w:rFonts w:ascii="Quasimoda Light" w:hAnsi="Quasimoda Light"/>
        </w:rPr>
        <w:t xml:space="preserve">. Together they have recorded </w:t>
      </w:r>
      <w:proofErr w:type="gramStart"/>
      <w:r w:rsidRPr="00791753">
        <w:rPr>
          <w:rFonts w:ascii="Quasimoda Light" w:hAnsi="Quasimoda Light"/>
        </w:rPr>
        <w:t>a number of</w:t>
      </w:r>
      <w:proofErr w:type="gramEnd"/>
      <w:r w:rsidRPr="00791753">
        <w:rPr>
          <w:rFonts w:ascii="Quasimoda Light" w:hAnsi="Quasimoda Light"/>
        </w:rPr>
        <w:t xml:space="preserve"> acclaimed CDs for BIS Records and played in Europe’s most famous concert halls and series. This season they will perform in Madrid, Berlin, Paris and Dresden. Other chamber music partners include Nicholas </w:t>
      </w:r>
      <w:proofErr w:type="spellStart"/>
      <w:r w:rsidRPr="00791753">
        <w:rPr>
          <w:rFonts w:ascii="Quasimoda Light" w:hAnsi="Quasimoda Light"/>
        </w:rPr>
        <w:t>Angelich</w:t>
      </w:r>
      <w:proofErr w:type="spellEnd"/>
      <w:r w:rsidRPr="00791753">
        <w:rPr>
          <w:rFonts w:ascii="Quasimoda Light" w:hAnsi="Quasimoda Light"/>
        </w:rPr>
        <w:t xml:space="preserve">, Gautier </w:t>
      </w:r>
      <w:proofErr w:type="spellStart"/>
      <w:r w:rsidRPr="00791753">
        <w:rPr>
          <w:rFonts w:ascii="Quasimoda Light" w:hAnsi="Quasimoda Light"/>
        </w:rPr>
        <w:t>Capucon</w:t>
      </w:r>
      <w:proofErr w:type="spellEnd"/>
      <w:r w:rsidRPr="00791753">
        <w:rPr>
          <w:rFonts w:ascii="Quasimoda Light" w:hAnsi="Quasimoda Light"/>
        </w:rPr>
        <w:t xml:space="preserve">, Martin </w:t>
      </w:r>
      <w:proofErr w:type="spellStart"/>
      <w:r w:rsidRPr="00791753">
        <w:rPr>
          <w:rFonts w:ascii="Quasimoda Light" w:hAnsi="Quasimoda Light"/>
        </w:rPr>
        <w:t>Fröst</w:t>
      </w:r>
      <w:proofErr w:type="spellEnd"/>
      <w:r w:rsidRPr="00791753">
        <w:rPr>
          <w:rFonts w:ascii="Quasimoda Light" w:hAnsi="Quasimoda Light"/>
        </w:rPr>
        <w:t xml:space="preserve">, Leonidas </w:t>
      </w:r>
      <w:proofErr w:type="spellStart"/>
      <w:r w:rsidRPr="00791753">
        <w:rPr>
          <w:rFonts w:ascii="Quasimoda Light" w:hAnsi="Quasimoda Light"/>
        </w:rPr>
        <w:t>Kavakos</w:t>
      </w:r>
      <w:proofErr w:type="spellEnd"/>
      <w:r w:rsidRPr="00791753">
        <w:rPr>
          <w:rFonts w:ascii="Quasimoda Light" w:hAnsi="Quasimoda Light"/>
        </w:rPr>
        <w:t xml:space="preserve">, Nikolai </w:t>
      </w:r>
      <w:proofErr w:type="spellStart"/>
      <w:r w:rsidRPr="00791753">
        <w:rPr>
          <w:rFonts w:ascii="Quasimoda Light" w:hAnsi="Quasimoda Light"/>
        </w:rPr>
        <w:t>Lugansky</w:t>
      </w:r>
      <w:proofErr w:type="spellEnd"/>
      <w:r w:rsidRPr="00791753">
        <w:rPr>
          <w:rFonts w:ascii="Quasimoda Light" w:hAnsi="Quasimoda Light"/>
        </w:rPr>
        <w:t xml:space="preserve">, Emmanuel </w:t>
      </w:r>
      <w:proofErr w:type="spellStart"/>
      <w:r w:rsidRPr="00791753">
        <w:rPr>
          <w:rFonts w:ascii="Quasimoda Light" w:hAnsi="Quasimoda Light"/>
        </w:rPr>
        <w:t>Pahud</w:t>
      </w:r>
      <w:proofErr w:type="spellEnd"/>
      <w:r w:rsidRPr="00791753">
        <w:rPr>
          <w:rFonts w:ascii="Quasimoda Light" w:hAnsi="Quasimoda Light"/>
        </w:rPr>
        <w:t xml:space="preserve">, Francesco </w:t>
      </w:r>
      <w:proofErr w:type="spellStart"/>
      <w:r w:rsidRPr="00791753">
        <w:rPr>
          <w:rFonts w:ascii="Quasimoda Light" w:hAnsi="Quasimoda Light"/>
        </w:rPr>
        <w:t>Piemontesi</w:t>
      </w:r>
      <w:proofErr w:type="spellEnd"/>
      <w:r w:rsidRPr="00791753">
        <w:rPr>
          <w:rFonts w:ascii="Quasimoda Light" w:hAnsi="Quasimoda Light"/>
        </w:rPr>
        <w:t xml:space="preserve">, Christian </w:t>
      </w:r>
      <w:proofErr w:type="spellStart"/>
      <w:r w:rsidRPr="00791753">
        <w:rPr>
          <w:rFonts w:ascii="Quasimoda Light" w:hAnsi="Quasimoda Light"/>
        </w:rPr>
        <w:t>Tetzlaff</w:t>
      </w:r>
      <w:proofErr w:type="spellEnd"/>
      <w:r w:rsidRPr="00791753">
        <w:rPr>
          <w:rFonts w:ascii="Quasimoda Light" w:hAnsi="Quasimoda Light"/>
        </w:rPr>
        <w:t xml:space="preserve">, Cédric </w:t>
      </w:r>
      <w:proofErr w:type="spellStart"/>
      <w:r w:rsidRPr="00791753">
        <w:rPr>
          <w:rFonts w:ascii="Quasimoda Light" w:hAnsi="Quasimoda Light"/>
        </w:rPr>
        <w:t>Tiberghien</w:t>
      </w:r>
      <w:proofErr w:type="spellEnd"/>
      <w:r w:rsidRPr="00791753">
        <w:rPr>
          <w:rFonts w:ascii="Quasimoda Light" w:hAnsi="Quasimoda Light"/>
        </w:rPr>
        <w:t xml:space="preserve">, </w:t>
      </w:r>
      <w:proofErr w:type="spellStart"/>
      <w:r w:rsidRPr="00791753">
        <w:rPr>
          <w:rFonts w:ascii="Quasimoda Light" w:hAnsi="Quasimoda Light"/>
        </w:rPr>
        <w:t>Yuja</w:t>
      </w:r>
      <w:proofErr w:type="spellEnd"/>
      <w:r w:rsidRPr="00791753">
        <w:rPr>
          <w:rFonts w:ascii="Quasimoda Light" w:hAnsi="Quasimoda Light"/>
        </w:rPr>
        <w:t xml:space="preserve"> Wang, </w:t>
      </w:r>
      <w:proofErr w:type="spellStart"/>
      <w:r w:rsidRPr="00791753">
        <w:rPr>
          <w:rFonts w:ascii="Quasimoda Light" w:hAnsi="Quasimoda Light"/>
        </w:rPr>
        <w:t>Jörg</w:t>
      </w:r>
      <w:proofErr w:type="spellEnd"/>
      <w:r w:rsidRPr="00791753">
        <w:rPr>
          <w:rFonts w:ascii="Quasimoda Light" w:hAnsi="Quasimoda Light"/>
        </w:rPr>
        <w:t xml:space="preserve"> </w:t>
      </w:r>
      <w:proofErr w:type="spellStart"/>
      <w:r w:rsidRPr="00791753">
        <w:rPr>
          <w:rFonts w:ascii="Quasimoda Light" w:hAnsi="Quasimoda Light"/>
        </w:rPr>
        <w:t>Widmann</w:t>
      </w:r>
      <w:proofErr w:type="spellEnd"/>
      <w:r w:rsidRPr="00791753">
        <w:rPr>
          <w:rFonts w:ascii="Quasimoda Light" w:hAnsi="Quasimoda Light"/>
        </w:rPr>
        <w:t xml:space="preserve">, Shai </w:t>
      </w:r>
      <w:proofErr w:type="spellStart"/>
      <w:r w:rsidRPr="00791753">
        <w:rPr>
          <w:rFonts w:ascii="Quasimoda Light" w:hAnsi="Quasimoda Light"/>
        </w:rPr>
        <w:t>Wosner</w:t>
      </w:r>
      <w:proofErr w:type="spellEnd"/>
      <w:r w:rsidRPr="00791753">
        <w:rPr>
          <w:rFonts w:ascii="Quasimoda Light" w:hAnsi="Quasimoda Light"/>
        </w:rPr>
        <w:t xml:space="preserve"> and the </w:t>
      </w:r>
      <w:proofErr w:type="spellStart"/>
      <w:r w:rsidRPr="00791753">
        <w:rPr>
          <w:rFonts w:ascii="Quasimoda Light" w:hAnsi="Quasimoda Light"/>
        </w:rPr>
        <w:t>Ebene</w:t>
      </w:r>
      <w:proofErr w:type="spellEnd"/>
      <w:r w:rsidRPr="00791753">
        <w:rPr>
          <w:rFonts w:ascii="Quasimoda Light" w:hAnsi="Quasimoda Light"/>
        </w:rPr>
        <w:t xml:space="preserve"> and Hagen Quartets.</w:t>
      </w:r>
    </w:p>
    <w:p w14:paraId="38104812" w14:textId="3AE4339E" w:rsidR="00791753" w:rsidRPr="00791753" w:rsidRDefault="00791753" w:rsidP="00791753">
      <w:pPr>
        <w:rPr>
          <w:rFonts w:ascii="Quasimoda Light" w:hAnsi="Quasimoda Light"/>
        </w:rPr>
      </w:pPr>
      <w:r w:rsidRPr="00791753">
        <w:rPr>
          <w:rFonts w:ascii="Quasimoda Light" w:hAnsi="Quasimoda Light"/>
        </w:rPr>
        <w:t xml:space="preserve">In 2017/18 </w:t>
      </w:r>
      <w:proofErr w:type="spellStart"/>
      <w:r w:rsidRPr="00791753">
        <w:rPr>
          <w:rFonts w:ascii="Quasimoda Light" w:hAnsi="Quasimoda Light"/>
        </w:rPr>
        <w:t>Tamestit</w:t>
      </w:r>
      <w:proofErr w:type="spellEnd"/>
      <w:r w:rsidRPr="00791753">
        <w:rPr>
          <w:rFonts w:ascii="Quasimoda Light" w:hAnsi="Quasimoda Light"/>
        </w:rPr>
        <w:t xml:space="preserve"> will perform chamber music with the </w:t>
      </w:r>
      <w:proofErr w:type="spellStart"/>
      <w:r w:rsidRPr="00791753">
        <w:rPr>
          <w:rFonts w:ascii="Quasimoda Light" w:hAnsi="Quasimoda Light"/>
        </w:rPr>
        <w:t>Belcea</w:t>
      </w:r>
      <w:proofErr w:type="spellEnd"/>
      <w:r w:rsidRPr="00791753">
        <w:rPr>
          <w:rFonts w:ascii="Quasimoda Light" w:hAnsi="Quasimoda Light"/>
        </w:rPr>
        <w:t xml:space="preserve"> Quartet in Vienna, London and Copenhagen, and he has toured Europe with </w:t>
      </w:r>
      <w:proofErr w:type="spellStart"/>
      <w:r w:rsidRPr="00791753">
        <w:rPr>
          <w:rFonts w:ascii="Quasimoda Light" w:hAnsi="Quasimoda Light"/>
        </w:rPr>
        <w:t>Quator</w:t>
      </w:r>
      <w:proofErr w:type="spellEnd"/>
      <w:r w:rsidRPr="00791753">
        <w:rPr>
          <w:rFonts w:ascii="Quasimoda Light" w:hAnsi="Quasimoda Light"/>
        </w:rPr>
        <w:t xml:space="preserve"> </w:t>
      </w:r>
      <w:proofErr w:type="spellStart"/>
      <w:r w:rsidRPr="00791753">
        <w:rPr>
          <w:rFonts w:ascii="Quasimoda Light" w:hAnsi="Quasimoda Light"/>
        </w:rPr>
        <w:t>Ebene</w:t>
      </w:r>
      <w:proofErr w:type="spellEnd"/>
      <w:r w:rsidRPr="00791753">
        <w:rPr>
          <w:rFonts w:ascii="Quasimoda Light" w:hAnsi="Quasimoda Light"/>
        </w:rPr>
        <w:t xml:space="preserve"> performing in Hamburg, Munich, Bilbao, Brussels, Dortmund and Florence.</w:t>
      </w:r>
    </w:p>
    <w:p w14:paraId="7EC7B26F" w14:textId="72B107C4" w:rsidR="00791753" w:rsidRPr="00791753" w:rsidRDefault="00791753" w:rsidP="00791753">
      <w:pPr>
        <w:rPr>
          <w:rFonts w:ascii="Quasimoda Light" w:hAnsi="Quasimoda Light"/>
        </w:rPr>
      </w:pPr>
      <w:r w:rsidRPr="00791753">
        <w:rPr>
          <w:rFonts w:ascii="Quasimoda Light" w:hAnsi="Quasimoda Light"/>
        </w:rPr>
        <w:t xml:space="preserve">Antoine </w:t>
      </w:r>
      <w:proofErr w:type="spellStart"/>
      <w:r w:rsidRPr="00791753">
        <w:rPr>
          <w:rFonts w:ascii="Quasimoda Light" w:hAnsi="Quasimoda Light"/>
        </w:rPr>
        <w:t>Tamestit</w:t>
      </w:r>
      <w:proofErr w:type="spellEnd"/>
      <w:r w:rsidRPr="00791753">
        <w:rPr>
          <w:rFonts w:ascii="Quasimoda Light" w:hAnsi="Quasimoda Light"/>
        </w:rPr>
        <w:t xml:space="preserve"> records for Harmonia Mundi and released Bel Canto: The Voice of the Viola, his first CD for the label, with Cédric </w:t>
      </w:r>
      <w:proofErr w:type="spellStart"/>
      <w:r w:rsidRPr="00791753">
        <w:rPr>
          <w:rFonts w:ascii="Quasimoda Light" w:hAnsi="Quasimoda Light"/>
        </w:rPr>
        <w:t>Tiberghien</w:t>
      </w:r>
      <w:proofErr w:type="spellEnd"/>
      <w:r w:rsidRPr="00791753">
        <w:rPr>
          <w:rFonts w:ascii="Quasimoda Light" w:hAnsi="Quasimoda Light"/>
        </w:rPr>
        <w:t xml:space="preserve"> in February 2017: ‘His rich, husky tone is dangerously seductive.’ The Arts Desk. </w:t>
      </w:r>
      <w:proofErr w:type="spellStart"/>
      <w:r w:rsidRPr="00791753">
        <w:rPr>
          <w:rFonts w:ascii="Quasimoda Light" w:hAnsi="Quasimoda Light"/>
        </w:rPr>
        <w:t>Tamestit’s</w:t>
      </w:r>
      <w:proofErr w:type="spellEnd"/>
      <w:r w:rsidRPr="00791753">
        <w:rPr>
          <w:rFonts w:ascii="Quasimoda Light" w:hAnsi="Quasimoda Light"/>
        </w:rPr>
        <w:t xml:space="preserve"> distinguished discography includes Berlioz’s Harold </w:t>
      </w:r>
      <w:proofErr w:type="spellStart"/>
      <w:r w:rsidRPr="00791753">
        <w:rPr>
          <w:rFonts w:ascii="Quasimoda Light" w:hAnsi="Quasimoda Light"/>
        </w:rPr>
        <w:t>en</w:t>
      </w:r>
      <w:proofErr w:type="spellEnd"/>
      <w:r w:rsidRPr="00791753">
        <w:rPr>
          <w:rFonts w:ascii="Quasimoda Light" w:hAnsi="Quasimoda Light"/>
        </w:rPr>
        <w:t xml:space="preserve"> </w:t>
      </w:r>
      <w:proofErr w:type="spellStart"/>
      <w:r w:rsidRPr="00791753">
        <w:rPr>
          <w:rFonts w:ascii="Quasimoda Light" w:hAnsi="Quasimoda Light"/>
        </w:rPr>
        <w:t>Italie</w:t>
      </w:r>
      <w:proofErr w:type="spellEnd"/>
      <w:r w:rsidRPr="00791753">
        <w:rPr>
          <w:rFonts w:ascii="Quasimoda Light" w:hAnsi="Quasimoda Light"/>
        </w:rPr>
        <w:t xml:space="preserve"> with the London Symphony Orchestra and Valery Gergiev for LSO Live; for Naïve he has recorded three Bach Suites, Hindemith solo and concertante works with the Frankfurt Radio Symphony Orchestra and Paavo </w:t>
      </w:r>
      <w:proofErr w:type="spellStart"/>
      <w:r w:rsidRPr="00791753">
        <w:rPr>
          <w:rFonts w:ascii="Quasimoda Light" w:hAnsi="Quasimoda Light"/>
        </w:rPr>
        <w:t>Järvi</w:t>
      </w:r>
      <w:proofErr w:type="spellEnd"/>
      <w:r w:rsidRPr="00791753">
        <w:rPr>
          <w:rFonts w:ascii="Quasimoda Light" w:hAnsi="Quasimoda Light"/>
        </w:rPr>
        <w:t xml:space="preserve">; and an earlier recording of Harold in Italy with Marc </w:t>
      </w:r>
      <w:proofErr w:type="spellStart"/>
      <w:r w:rsidRPr="00791753">
        <w:rPr>
          <w:rFonts w:ascii="Quasimoda Light" w:hAnsi="Quasimoda Light"/>
        </w:rPr>
        <w:t>Minkowski</w:t>
      </w:r>
      <w:proofErr w:type="spellEnd"/>
      <w:r w:rsidRPr="00791753">
        <w:rPr>
          <w:rFonts w:ascii="Quasimoda Light" w:hAnsi="Quasimoda Light"/>
        </w:rPr>
        <w:t xml:space="preserve"> and Les </w:t>
      </w:r>
      <w:proofErr w:type="spellStart"/>
      <w:r w:rsidRPr="00791753">
        <w:rPr>
          <w:rFonts w:ascii="Quasimoda Light" w:hAnsi="Quasimoda Light"/>
        </w:rPr>
        <w:t>Musiciens</w:t>
      </w:r>
      <w:proofErr w:type="spellEnd"/>
      <w:r w:rsidRPr="00791753">
        <w:rPr>
          <w:rFonts w:ascii="Quasimoda Light" w:hAnsi="Quasimoda Light"/>
        </w:rPr>
        <w:t xml:space="preserve"> du Louvre. In 2016 he appeared with Frank Peter Zimmermann and the Chamber Orchestra of the Bavarian Radio Symphony Orchestra on a new recording of Mozart’s Sinfonia Concertante (</w:t>
      </w:r>
      <w:proofErr w:type="spellStart"/>
      <w:r w:rsidRPr="00791753">
        <w:rPr>
          <w:rFonts w:ascii="Quasimoda Light" w:hAnsi="Quasimoda Light"/>
        </w:rPr>
        <w:t>Hännsler</w:t>
      </w:r>
      <w:proofErr w:type="spellEnd"/>
      <w:r w:rsidRPr="00791753">
        <w:rPr>
          <w:rFonts w:ascii="Quasimoda Light" w:hAnsi="Quasimoda Light"/>
        </w:rPr>
        <w:t xml:space="preserve"> Classic). </w:t>
      </w:r>
      <w:proofErr w:type="spellStart"/>
      <w:r w:rsidRPr="00791753">
        <w:rPr>
          <w:rFonts w:ascii="Quasimoda Light" w:hAnsi="Quasimoda Light"/>
        </w:rPr>
        <w:t>Tamestit’s</w:t>
      </w:r>
      <w:proofErr w:type="spellEnd"/>
      <w:r w:rsidRPr="00791753">
        <w:rPr>
          <w:rFonts w:ascii="Quasimoda Light" w:hAnsi="Quasimoda Light"/>
        </w:rPr>
        <w:t xml:space="preserve"> world premiere performances and recordings, in addition to Thierry </w:t>
      </w:r>
      <w:proofErr w:type="spellStart"/>
      <w:r w:rsidRPr="00791753">
        <w:rPr>
          <w:rFonts w:ascii="Quasimoda Light" w:hAnsi="Quasimoda Light"/>
        </w:rPr>
        <w:t>Escaich’s</w:t>
      </w:r>
      <w:proofErr w:type="spellEnd"/>
      <w:r w:rsidRPr="00791753">
        <w:rPr>
          <w:rFonts w:ascii="Quasimoda Light" w:hAnsi="Quasimoda Light"/>
        </w:rPr>
        <w:t xml:space="preserve"> new viola concerto in 2018 and </w:t>
      </w:r>
      <w:proofErr w:type="spellStart"/>
      <w:r w:rsidRPr="00791753">
        <w:rPr>
          <w:rFonts w:ascii="Quasimoda Light" w:hAnsi="Quasimoda Light"/>
        </w:rPr>
        <w:t>Jörg</w:t>
      </w:r>
      <w:proofErr w:type="spellEnd"/>
      <w:r w:rsidRPr="00791753">
        <w:rPr>
          <w:rFonts w:ascii="Quasimoda Light" w:hAnsi="Quasimoda Light"/>
        </w:rPr>
        <w:t xml:space="preserve"> </w:t>
      </w:r>
      <w:proofErr w:type="spellStart"/>
      <w:r w:rsidRPr="00791753">
        <w:rPr>
          <w:rFonts w:ascii="Quasimoda Light" w:hAnsi="Quasimoda Light"/>
        </w:rPr>
        <w:t>Widmann’s</w:t>
      </w:r>
      <w:proofErr w:type="spellEnd"/>
      <w:r w:rsidRPr="00791753">
        <w:rPr>
          <w:rFonts w:ascii="Quasimoda Light" w:hAnsi="Quasimoda Light"/>
        </w:rPr>
        <w:t xml:space="preserve"> Viola Concerto, include the Concerto for Two Violas by Bruno </w:t>
      </w:r>
      <w:proofErr w:type="spellStart"/>
      <w:r w:rsidRPr="00791753">
        <w:rPr>
          <w:rFonts w:ascii="Quasimoda Light" w:hAnsi="Quasimoda Light"/>
        </w:rPr>
        <w:t>Mantovani</w:t>
      </w:r>
      <w:proofErr w:type="spellEnd"/>
      <w:r w:rsidRPr="00791753">
        <w:rPr>
          <w:rFonts w:ascii="Quasimoda Light" w:hAnsi="Quasimoda Light"/>
        </w:rPr>
        <w:t xml:space="preserve"> written for </w:t>
      </w:r>
      <w:proofErr w:type="spellStart"/>
      <w:r w:rsidRPr="00791753">
        <w:rPr>
          <w:rFonts w:ascii="Quasimoda Light" w:hAnsi="Quasimoda Light"/>
        </w:rPr>
        <w:t>Tabea</w:t>
      </w:r>
      <w:proofErr w:type="spellEnd"/>
      <w:r w:rsidRPr="00791753">
        <w:rPr>
          <w:rFonts w:ascii="Quasimoda Light" w:hAnsi="Quasimoda Light"/>
        </w:rPr>
        <w:t xml:space="preserve"> Zimmermann and </w:t>
      </w:r>
      <w:proofErr w:type="spellStart"/>
      <w:r w:rsidRPr="00791753">
        <w:rPr>
          <w:rFonts w:ascii="Quasimoda Light" w:hAnsi="Quasimoda Light"/>
        </w:rPr>
        <w:t>Tamestit</w:t>
      </w:r>
      <w:proofErr w:type="spellEnd"/>
      <w:r w:rsidRPr="00791753">
        <w:rPr>
          <w:rFonts w:ascii="Quasimoda Light" w:hAnsi="Quasimoda Light"/>
        </w:rPr>
        <w:t xml:space="preserve">, and Olga </w:t>
      </w:r>
      <w:proofErr w:type="spellStart"/>
      <w:r w:rsidRPr="00791753">
        <w:rPr>
          <w:rFonts w:ascii="Quasimoda Light" w:hAnsi="Quasimoda Light"/>
        </w:rPr>
        <w:t>Neuwirth’s</w:t>
      </w:r>
      <w:proofErr w:type="spellEnd"/>
      <w:r w:rsidRPr="00791753">
        <w:rPr>
          <w:rFonts w:ascii="Quasimoda Light" w:hAnsi="Quasimoda Light"/>
        </w:rPr>
        <w:t xml:space="preserve"> Remnants of Songs. </w:t>
      </w:r>
    </w:p>
    <w:p w14:paraId="23593B07" w14:textId="660897B6" w:rsidR="00791753" w:rsidRPr="00791753" w:rsidRDefault="00791753" w:rsidP="00791753">
      <w:pPr>
        <w:rPr>
          <w:rFonts w:ascii="Quasimoda Light" w:hAnsi="Quasimoda Light"/>
        </w:rPr>
      </w:pPr>
      <w:r w:rsidRPr="00791753">
        <w:rPr>
          <w:rFonts w:ascii="Quasimoda Light" w:hAnsi="Quasimoda Light"/>
        </w:rPr>
        <w:lastRenderedPageBreak/>
        <w:t xml:space="preserve">Works composed for </w:t>
      </w:r>
      <w:proofErr w:type="spellStart"/>
      <w:r w:rsidRPr="00791753">
        <w:rPr>
          <w:rFonts w:ascii="Quasimoda Light" w:hAnsi="Quasimoda Light"/>
        </w:rPr>
        <w:t>Tamestit</w:t>
      </w:r>
      <w:proofErr w:type="spellEnd"/>
      <w:r w:rsidRPr="00791753">
        <w:rPr>
          <w:rFonts w:ascii="Quasimoda Light" w:hAnsi="Quasimoda Light"/>
        </w:rPr>
        <w:t xml:space="preserve"> also include </w:t>
      </w:r>
      <w:proofErr w:type="spellStart"/>
      <w:r w:rsidRPr="00791753">
        <w:rPr>
          <w:rFonts w:ascii="Quasimoda Light" w:hAnsi="Quasimoda Light"/>
        </w:rPr>
        <w:t>Neuwirth’s</w:t>
      </w:r>
      <w:proofErr w:type="spellEnd"/>
      <w:r w:rsidRPr="00791753">
        <w:rPr>
          <w:rFonts w:ascii="Quasimoda Light" w:hAnsi="Quasimoda Light"/>
        </w:rPr>
        <w:t xml:space="preserve"> Weariness Heals Wounds and Gérard </w:t>
      </w:r>
      <w:proofErr w:type="spellStart"/>
      <w:r w:rsidRPr="00791753">
        <w:rPr>
          <w:rFonts w:ascii="Quasimoda Light" w:hAnsi="Quasimoda Light"/>
        </w:rPr>
        <w:t>Tamestit’s</w:t>
      </w:r>
      <w:proofErr w:type="spellEnd"/>
      <w:r w:rsidRPr="00791753">
        <w:rPr>
          <w:rFonts w:ascii="Quasimoda Light" w:hAnsi="Quasimoda Light"/>
        </w:rPr>
        <w:t xml:space="preserve"> Sakura. Together with Nobuko Imai, Antoine </w:t>
      </w:r>
      <w:proofErr w:type="spellStart"/>
      <w:r w:rsidRPr="00791753">
        <w:rPr>
          <w:rFonts w:ascii="Quasimoda Light" w:hAnsi="Quasimoda Light"/>
        </w:rPr>
        <w:t>Tamestit</w:t>
      </w:r>
      <w:proofErr w:type="spellEnd"/>
      <w:r w:rsidRPr="00791753">
        <w:rPr>
          <w:rFonts w:ascii="Quasimoda Light" w:hAnsi="Quasimoda Light"/>
        </w:rPr>
        <w:t xml:space="preserve"> is co-artistic director of the Viola Space Festival in Japan, focusing on the development of viola repertoire and a wide range of education programmes.</w:t>
      </w:r>
    </w:p>
    <w:p w14:paraId="25188BB7" w14:textId="0C83E491" w:rsidR="00791753" w:rsidRPr="00791753" w:rsidRDefault="00791753" w:rsidP="00791753">
      <w:pPr>
        <w:rPr>
          <w:rFonts w:ascii="Quasimoda Light" w:hAnsi="Quasimoda Light"/>
        </w:rPr>
      </w:pPr>
      <w:r w:rsidRPr="00791753">
        <w:rPr>
          <w:rFonts w:ascii="Quasimoda Light" w:hAnsi="Quasimoda Light"/>
        </w:rPr>
        <w:t xml:space="preserve">Born in Paris, Antoine </w:t>
      </w:r>
      <w:proofErr w:type="spellStart"/>
      <w:r w:rsidRPr="00791753">
        <w:rPr>
          <w:rFonts w:ascii="Quasimoda Light" w:hAnsi="Quasimoda Light"/>
        </w:rPr>
        <w:t>Tamestit</w:t>
      </w:r>
      <w:proofErr w:type="spellEnd"/>
      <w:r w:rsidRPr="00791753">
        <w:rPr>
          <w:rFonts w:ascii="Quasimoda Light" w:hAnsi="Quasimoda Light"/>
        </w:rPr>
        <w:t xml:space="preserve"> studied with Jean </w:t>
      </w:r>
      <w:proofErr w:type="spellStart"/>
      <w:r w:rsidRPr="00791753">
        <w:rPr>
          <w:rFonts w:ascii="Quasimoda Light" w:hAnsi="Quasimoda Light"/>
        </w:rPr>
        <w:t>Sulem</w:t>
      </w:r>
      <w:proofErr w:type="spellEnd"/>
      <w:r w:rsidRPr="00791753">
        <w:rPr>
          <w:rFonts w:ascii="Quasimoda Light" w:hAnsi="Quasimoda Light"/>
        </w:rPr>
        <w:t xml:space="preserve">, Jesse Levine, and with </w:t>
      </w:r>
      <w:proofErr w:type="spellStart"/>
      <w:r w:rsidRPr="00791753">
        <w:rPr>
          <w:rFonts w:ascii="Quasimoda Light" w:hAnsi="Quasimoda Light"/>
        </w:rPr>
        <w:t>Tabea</w:t>
      </w:r>
      <w:proofErr w:type="spellEnd"/>
      <w:r w:rsidRPr="00791753">
        <w:rPr>
          <w:rFonts w:ascii="Quasimoda Light" w:hAnsi="Quasimoda Light"/>
        </w:rPr>
        <w:t xml:space="preserve"> Zimmermann. He was the recipient of several coveted prizes including first prize at the ARD International Music Competition, the William Primrose Competition and the Young Concert Artists (YCA) International Auditions, as well as BBC Radio 3’s New Generation Artists Scheme, </w:t>
      </w:r>
      <w:proofErr w:type="spellStart"/>
      <w:r w:rsidRPr="00791753">
        <w:rPr>
          <w:rFonts w:ascii="Quasimoda Light" w:hAnsi="Quasimoda Light"/>
        </w:rPr>
        <w:t>Borletti-Buitoni</w:t>
      </w:r>
      <w:proofErr w:type="spellEnd"/>
      <w:r w:rsidRPr="00791753">
        <w:rPr>
          <w:rFonts w:ascii="Quasimoda Light" w:hAnsi="Quasimoda Light"/>
        </w:rPr>
        <w:t xml:space="preserve"> Trust Award and the Credit Suisse Young Artist Award in 2008.</w:t>
      </w:r>
    </w:p>
    <w:p w14:paraId="6720C284" w14:textId="4CF8E6D6" w:rsidR="00791753" w:rsidRPr="00627F65" w:rsidRDefault="00791753" w:rsidP="00791753">
      <w:pPr>
        <w:rPr>
          <w:rFonts w:ascii="Quasimoda Light" w:hAnsi="Quasimoda Light"/>
        </w:rPr>
      </w:pPr>
      <w:proofErr w:type="spellStart"/>
      <w:r w:rsidRPr="00791753">
        <w:rPr>
          <w:rFonts w:ascii="Quasimoda Light" w:hAnsi="Quasimoda Light"/>
        </w:rPr>
        <w:t>Tamestit</w:t>
      </w:r>
      <w:proofErr w:type="spellEnd"/>
      <w:r w:rsidRPr="00791753">
        <w:rPr>
          <w:rFonts w:ascii="Quasimoda Light" w:hAnsi="Quasimoda Light"/>
        </w:rPr>
        <w:t xml:space="preserve"> has taught at both the Cologne Hochschule </w:t>
      </w:r>
      <w:proofErr w:type="spellStart"/>
      <w:r w:rsidRPr="00791753">
        <w:rPr>
          <w:rFonts w:ascii="Quasimoda Light" w:hAnsi="Quasimoda Light"/>
        </w:rPr>
        <w:t>für</w:t>
      </w:r>
      <w:proofErr w:type="spellEnd"/>
      <w:r w:rsidRPr="00791753">
        <w:rPr>
          <w:rFonts w:ascii="Quasimoda Light" w:hAnsi="Quasimoda Light"/>
        </w:rPr>
        <w:t xml:space="preserve"> </w:t>
      </w:r>
      <w:proofErr w:type="spellStart"/>
      <w:r w:rsidRPr="00791753">
        <w:rPr>
          <w:rFonts w:ascii="Quasimoda Light" w:hAnsi="Quasimoda Light"/>
        </w:rPr>
        <w:t>Musik</w:t>
      </w:r>
      <w:proofErr w:type="spellEnd"/>
      <w:r w:rsidRPr="00791753">
        <w:rPr>
          <w:rFonts w:ascii="Quasimoda Light" w:hAnsi="Quasimoda Light"/>
        </w:rPr>
        <w:t xml:space="preserve"> and Paris Conservatoire, and regularly gives masterclasses worldwide. He plays on a viola made by Stradivarius in 1672, loaned by the </w:t>
      </w:r>
      <w:proofErr w:type="spellStart"/>
      <w:r w:rsidRPr="00791753">
        <w:rPr>
          <w:rFonts w:ascii="Quasimoda Light" w:hAnsi="Quasimoda Light"/>
        </w:rPr>
        <w:t>Habisreutinger</w:t>
      </w:r>
      <w:proofErr w:type="spellEnd"/>
      <w:r w:rsidRPr="00791753">
        <w:rPr>
          <w:rFonts w:ascii="Quasimoda Light" w:hAnsi="Quasimoda Light"/>
        </w:rPr>
        <w:t xml:space="preserve"> Foundation</w:t>
      </w:r>
      <w:r>
        <w:rPr>
          <w:rFonts w:ascii="Quasimoda Light" w:hAnsi="Quasimoda Light"/>
        </w:rPr>
        <w:t>.</w:t>
      </w:r>
    </w:p>
    <w:sectPr w:rsidR="00791753" w:rsidRPr="00627F65" w:rsidSect="006550B6">
      <w:headerReference w:type="default" r:id="rId6"/>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13702" w14:textId="77777777" w:rsidR="00FA436B" w:rsidRDefault="00FA436B" w:rsidP="006550B6">
      <w:pPr>
        <w:spacing w:after="0" w:line="240" w:lineRule="auto"/>
      </w:pPr>
      <w:r>
        <w:separator/>
      </w:r>
    </w:p>
  </w:endnote>
  <w:endnote w:type="continuationSeparator" w:id="0">
    <w:p w14:paraId="01189F66" w14:textId="77777777" w:rsidR="00FA436B" w:rsidRDefault="00FA436B" w:rsidP="00655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F81CA" w14:textId="77777777" w:rsidR="00FA436B" w:rsidRDefault="00FA436B" w:rsidP="006550B6">
      <w:pPr>
        <w:spacing w:after="0" w:line="240" w:lineRule="auto"/>
      </w:pPr>
      <w:r>
        <w:separator/>
      </w:r>
    </w:p>
  </w:footnote>
  <w:footnote w:type="continuationSeparator" w:id="0">
    <w:p w14:paraId="7D79F8C4" w14:textId="77777777" w:rsidR="00FA436B" w:rsidRDefault="00FA436B" w:rsidP="00655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3CC7" w14:textId="0DD97005" w:rsidR="00FA436B" w:rsidRDefault="00FA436B">
    <w:pPr>
      <w:pStyle w:val="Header"/>
    </w:pPr>
    <w:r>
      <w:rPr>
        <w:noProof/>
      </w:rPr>
      <w:drawing>
        <wp:inline distT="0" distB="0" distL="0" distR="0" wp14:anchorId="665B7910" wp14:editId="70956F50">
          <wp:extent cx="1627569" cy="619125"/>
          <wp:effectExtent l="0" t="0" r="0" b="0"/>
          <wp:docPr id="2" name="Picture 2" descr="\\MON-NT01\Public\Marketing\01 Media\Artwork Assets and Logos\email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Public\Marketing\01 Media\Artwork Assets and Logos\email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414" cy="62553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6"/>
    <w:rsid w:val="0035256C"/>
    <w:rsid w:val="00627F65"/>
    <w:rsid w:val="006550B6"/>
    <w:rsid w:val="0074544D"/>
    <w:rsid w:val="00791753"/>
    <w:rsid w:val="00A25DC4"/>
    <w:rsid w:val="00B475FF"/>
    <w:rsid w:val="00BC2928"/>
    <w:rsid w:val="00C16F34"/>
    <w:rsid w:val="00C60EA7"/>
    <w:rsid w:val="00FA43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0E98"/>
  <w15:chartTrackingRefBased/>
  <w15:docId w15:val="{40248A8F-FF59-42F4-84BE-0DD72157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50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55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0B6"/>
  </w:style>
  <w:style w:type="paragraph" w:styleId="Footer">
    <w:name w:val="footer"/>
    <w:basedOn w:val="Normal"/>
    <w:link w:val="FooterChar"/>
    <w:uiPriority w:val="99"/>
    <w:unhideWhenUsed/>
    <w:rsid w:val="00655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154542">
      <w:bodyDiv w:val="1"/>
      <w:marLeft w:val="0"/>
      <w:marRight w:val="0"/>
      <w:marTop w:val="0"/>
      <w:marBottom w:val="0"/>
      <w:divBdr>
        <w:top w:val="none" w:sz="0" w:space="0" w:color="auto"/>
        <w:left w:val="none" w:sz="0" w:space="0" w:color="auto"/>
        <w:bottom w:val="none" w:sz="0" w:space="0" w:color="auto"/>
        <w:right w:val="none" w:sz="0" w:space="0" w:color="auto"/>
      </w:divBdr>
    </w:div>
    <w:div w:id="699281532">
      <w:bodyDiv w:val="1"/>
      <w:marLeft w:val="0"/>
      <w:marRight w:val="0"/>
      <w:marTop w:val="0"/>
      <w:marBottom w:val="0"/>
      <w:divBdr>
        <w:top w:val="none" w:sz="0" w:space="0" w:color="auto"/>
        <w:left w:val="none" w:sz="0" w:space="0" w:color="auto"/>
        <w:bottom w:val="none" w:sz="0" w:space="0" w:color="auto"/>
        <w:right w:val="none" w:sz="0" w:space="0" w:color="auto"/>
      </w:divBdr>
    </w:div>
    <w:div w:id="700470480">
      <w:bodyDiv w:val="1"/>
      <w:marLeft w:val="0"/>
      <w:marRight w:val="0"/>
      <w:marTop w:val="0"/>
      <w:marBottom w:val="0"/>
      <w:divBdr>
        <w:top w:val="none" w:sz="0" w:space="0" w:color="auto"/>
        <w:left w:val="none" w:sz="0" w:space="0" w:color="auto"/>
        <w:bottom w:val="none" w:sz="0" w:space="0" w:color="auto"/>
        <w:right w:val="none" w:sz="0" w:space="0" w:color="auto"/>
      </w:divBdr>
    </w:div>
    <w:div w:id="19520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64DF4D32</Template>
  <TotalTime>2</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Broad</dc:creator>
  <cp:keywords/>
  <dc:description/>
  <cp:lastModifiedBy>MON-Marketing</cp:lastModifiedBy>
  <cp:revision>3</cp:revision>
  <dcterms:created xsi:type="dcterms:W3CDTF">2018-07-23T15:57:00Z</dcterms:created>
  <dcterms:modified xsi:type="dcterms:W3CDTF">2018-07-23T15:58:00Z</dcterms:modified>
</cp:coreProperties>
</file>